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F49" w:rsidRPr="00954429" w:rsidRDefault="00654F49" w:rsidP="00830FF3">
      <w:pPr>
        <w:pStyle w:val="Heading1"/>
        <w:rPr>
          <w:outline/>
          <w:sz w:val="36"/>
          <w:szCs w:val="36"/>
        </w:rPr>
      </w:pPr>
      <w:bookmarkStart w:id="0" w:name="_Toc76372684"/>
      <w:r w:rsidRPr="00954429">
        <w:rPr>
          <w:outline/>
          <w:sz w:val="36"/>
          <w:szCs w:val="36"/>
        </w:rPr>
        <w:t>Font Formatting</w:t>
      </w:r>
      <w:bookmarkEnd w:id="0"/>
    </w:p>
    <w:p w:rsidR="00654F49" w:rsidRDefault="00654F49" w:rsidP="00830FF3">
      <w:r>
        <w:t>Simple text in Times New Roman 12 followed by an empty paragraph</w:t>
      </w:r>
      <w:r w:rsidRPr="00AA2862">
        <w:rPr>
          <w:vertAlign w:val="subscript"/>
        </w:rPr>
        <w:t>subscript</w:t>
      </w:r>
      <w:r>
        <w:t xml:space="preserve"> and</w:t>
      </w:r>
      <w:r w:rsidRPr="00AA2862">
        <w:rPr>
          <w:vertAlign w:val="superscript"/>
        </w:rPr>
        <w:t>superscript</w:t>
      </w:r>
      <w:r>
        <w:t>.</w:t>
      </w:r>
    </w:p>
    <w:p w:rsidR="00654F49" w:rsidRDefault="00654F49" w:rsidP="00830FF3"/>
    <w:p w:rsidR="00654F49" w:rsidRPr="00725CB7" w:rsidRDefault="00654F49" w:rsidP="00830FF3">
      <w:pPr>
        <w:rPr>
          <w:rFonts w:ascii="Arial" w:hAnsi="Arial" w:cs="Arial"/>
        </w:rPr>
      </w:pPr>
      <w:r w:rsidRPr="00725CB7">
        <w:rPr>
          <w:rFonts w:ascii="Arial" w:hAnsi="Arial" w:cs="Arial"/>
        </w:rPr>
        <w:t xml:space="preserve">Various characters: ‘ “ &amp; &lt; </w:t>
      </w:r>
      <w:r>
        <w:rPr>
          <w:rFonts w:ascii="Arial" w:hAnsi="Arial" w:cs="Arial"/>
        </w:rPr>
        <w:t xml:space="preserve">&gt; </w:t>
      </w:r>
      <w:r w:rsidRPr="00725CB7">
        <w:rPr>
          <w:rFonts w:ascii="Arial" w:hAnsi="Arial" w:cs="Arial"/>
        </w:rPr>
        <w:t>£</w:t>
      </w:r>
      <w:r>
        <w:rPr>
          <w:rFonts w:ascii="Arial" w:hAnsi="Arial" w:cs="Arial"/>
        </w:rPr>
        <w:t xml:space="preserve"> </w:t>
      </w:r>
      <w:r w:rsidRPr="00725CB7">
        <w:rPr>
          <w:rFonts w:ascii="Arial" w:hAnsi="Arial" w:cs="Arial"/>
        </w:rPr>
        <w:t>¥</w:t>
      </w:r>
      <w:r>
        <w:rPr>
          <w:rFonts w:ascii="Arial" w:hAnsi="Arial" w:cs="Arial"/>
        </w:rPr>
        <w:t xml:space="preserve"> </w:t>
      </w:r>
      <w:r w:rsidRPr="00725CB7">
        <w:rPr>
          <w:rFonts w:ascii="Arial" w:hAnsi="Arial" w:cs="Arial"/>
        </w:rPr>
        <w:t>§</w:t>
      </w:r>
      <w:r>
        <w:rPr>
          <w:rFonts w:ascii="Arial" w:hAnsi="Arial" w:cs="Arial"/>
        </w:rPr>
        <w:t xml:space="preserve"> </w:t>
      </w:r>
      <w:r w:rsidRPr="00725CB7">
        <w:rPr>
          <w:rFonts w:ascii="Arial" w:hAnsi="Arial" w:cs="Arial"/>
        </w:rPr>
        <w:t>¨</w:t>
      </w:r>
      <w:r>
        <w:rPr>
          <w:rFonts w:ascii="Arial" w:hAnsi="Arial" w:cs="Arial"/>
        </w:rPr>
        <w:t xml:space="preserve"> </w:t>
      </w:r>
      <w:r w:rsidRPr="00725CB7">
        <w:rPr>
          <w:rFonts w:ascii="Arial" w:hAnsi="Arial" w:cs="Arial"/>
        </w:rPr>
        <w:t>©</w:t>
      </w:r>
      <w:r>
        <w:rPr>
          <w:rFonts w:ascii="Arial" w:hAnsi="Arial" w:cs="Arial"/>
        </w:rPr>
        <w:t xml:space="preserve"> </w:t>
      </w:r>
      <w:r w:rsidRPr="00725CB7">
        <w:rPr>
          <w:rFonts w:ascii="Arial" w:hAnsi="Arial" w:cs="Arial"/>
        </w:rPr>
        <w:t>ª</w:t>
      </w:r>
      <w:r>
        <w:rPr>
          <w:rFonts w:ascii="Arial" w:hAnsi="Arial" w:cs="Arial"/>
        </w:rPr>
        <w:t xml:space="preserve"> </w:t>
      </w:r>
      <w:r w:rsidRPr="00725CB7">
        <w:rPr>
          <w:rFonts w:ascii="Arial" w:hAnsi="Arial" w:cs="Arial"/>
        </w:rPr>
        <w:t>«</w:t>
      </w:r>
      <w:r>
        <w:rPr>
          <w:rFonts w:ascii="Arial" w:hAnsi="Arial" w:cs="Arial"/>
        </w:rPr>
        <w:t xml:space="preserve"> </w:t>
      </w:r>
      <w:r w:rsidRPr="00725CB7">
        <w:rPr>
          <w:rFonts w:ascii="Arial" w:hAnsi="Arial" w:cs="Arial"/>
        </w:rPr>
        <w:t>®</w:t>
      </w:r>
      <w:r>
        <w:rPr>
          <w:rFonts w:ascii="Arial" w:hAnsi="Arial" w:cs="Arial"/>
        </w:rPr>
        <w:t xml:space="preserve"> </w:t>
      </w:r>
      <w:r w:rsidRPr="00725CB7">
        <w:rPr>
          <w:rFonts w:ascii="Arial" w:hAnsi="Arial" w:cs="Arial"/>
        </w:rPr>
        <w:t>»</w:t>
      </w:r>
      <w:r>
        <w:rPr>
          <w:rFonts w:ascii="Arial" w:hAnsi="Arial" w:cs="Arial"/>
        </w:rPr>
        <w:t xml:space="preserve"> </w:t>
      </w:r>
      <w:r w:rsidRPr="00725CB7">
        <w:rPr>
          <w:rFonts w:ascii="Arial" w:hAnsi="Arial" w:cs="Arial"/>
        </w:rPr>
        <w:t>¼</w:t>
      </w:r>
    </w:p>
    <w:p w:rsidR="00654F49" w:rsidRDefault="00654F49" w:rsidP="00830FF3"/>
    <w:p w:rsidR="00654F49" w:rsidRDefault="00654F49" w:rsidP="00830FF3">
      <w:r w:rsidRPr="00830FF3">
        <w:rPr>
          <w:sz w:val="32"/>
          <w:szCs w:val="32"/>
        </w:rPr>
        <w:t>Paragraph</w:t>
      </w:r>
      <w:r>
        <w:t xml:space="preserve"> </w:t>
      </w:r>
      <w:r w:rsidRPr="00830FF3">
        <w:rPr>
          <w:rFonts w:ascii="Arial" w:hAnsi="Arial" w:cs="Arial"/>
        </w:rPr>
        <w:t>with multiple</w:t>
      </w:r>
      <w:r>
        <w:t xml:space="preserve"> </w:t>
      </w:r>
      <w:r w:rsidRPr="00830FF3">
        <w:rPr>
          <w:rFonts w:ascii="Verdana" w:hAnsi="Verdana"/>
          <w:sz w:val="28"/>
          <w:szCs w:val="28"/>
        </w:rPr>
        <w:t>segments of text</w:t>
      </w:r>
      <w:r>
        <w:t xml:space="preserve"> formatted in different fonts, </w:t>
      </w:r>
      <w:r w:rsidRPr="00830FF3">
        <w:rPr>
          <w:sz w:val="16"/>
          <w:szCs w:val="16"/>
        </w:rPr>
        <w:t>sizes</w:t>
      </w:r>
      <w:r>
        <w:t xml:space="preserve"> and </w:t>
      </w:r>
      <w:r w:rsidRPr="00830FF3">
        <w:rPr>
          <w:color w:val="FF0000"/>
        </w:rPr>
        <w:t>colors</w:t>
      </w:r>
      <w:r>
        <w:t xml:space="preserve">. Very different sizes and </w:t>
      </w:r>
      <w:r w:rsidRPr="00830FF3">
        <w:rPr>
          <w:rFonts w:ascii="Arial Black" w:hAnsi="Arial Black"/>
          <w:color w:val="333399"/>
        </w:rPr>
        <w:t>colors</w:t>
      </w:r>
      <w:r>
        <w:t xml:space="preserve"> including </w:t>
      </w:r>
      <w:r w:rsidRPr="00830FF3">
        <w:rPr>
          <w:b/>
        </w:rPr>
        <w:t>bold</w:t>
      </w:r>
      <w:r>
        <w:t xml:space="preserve">, </w:t>
      </w:r>
      <w:r w:rsidRPr="00830FF3">
        <w:rPr>
          <w:i/>
        </w:rPr>
        <w:t>italic</w:t>
      </w:r>
      <w:r>
        <w:t xml:space="preserve">, </w:t>
      </w:r>
      <w:r w:rsidRPr="00830FF3">
        <w:rPr>
          <w:u w:val="single"/>
        </w:rPr>
        <w:t>underline</w:t>
      </w:r>
      <w:r>
        <w:t xml:space="preserve"> and 1 2 3 4 5 </w:t>
      </w:r>
      <w:r w:rsidRPr="00830FF3">
        <w:rPr>
          <w:strike/>
        </w:rPr>
        <w:t>strikethrough</w:t>
      </w:r>
      <w:r>
        <w:t>. Make sure that the lines wrapped in the same way in Word and in Pdf.</w:t>
      </w:r>
    </w:p>
    <w:p w:rsidR="00654F49" w:rsidRDefault="00654F49" w:rsidP="00830FF3"/>
    <w:p w:rsidR="00654F49" w:rsidRDefault="00654F49" w:rsidP="009C3B20">
      <w:r w:rsidRPr="00275802">
        <w:rPr>
          <w:shd w:val="clear" w:color="auto" w:fill="33CCCC"/>
        </w:rPr>
        <w:t xml:space="preserve">This text has </w:t>
      </w:r>
      <w:r>
        <w:rPr>
          <w:shd w:val="clear" w:color="auto" w:fill="33CCCC"/>
        </w:rPr>
        <w:t>s</w:t>
      </w:r>
      <w:r w:rsidRPr="00275802">
        <w:rPr>
          <w:shd w:val="clear" w:color="auto" w:fill="33CCCC"/>
        </w:rPr>
        <w:t>hading</w:t>
      </w:r>
      <w:r>
        <w:rPr>
          <w:shd w:val="clear" w:color="auto" w:fill="33CCCC"/>
        </w:rPr>
        <w:t xml:space="preserve"> and </w:t>
      </w:r>
      <w:r w:rsidRPr="00341BA1">
        <w:rPr>
          <w:highlight w:val="yellow"/>
          <w:shd w:val="clear" w:color="auto" w:fill="33CCCC"/>
        </w:rPr>
        <w:t>highlighting</w:t>
      </w:r>
      <w:r>
        <w:t xml:space="preserve"> and </w:t>
      </w:r>
      <w:r w:rsidRPr="008D2E5B">
        <w:rPr>
          <w:bdr w:val="single" w:sz="8" w:space="0" w:color="FF0000"/>
        </w:rPr>
        <w:t>borders,</w:t>
      </w:r>
      <w:r>
        <w:rPr>
          <w:bdr w:val="single" w:sz="8" w:space="0" w:color="FF0000"/>
        </w:rPr>
        <w:t xml:space="preserve"> and it is supported</w:t>
      </w:r>
      <w:r>
        <w:t>.</w:t>
      </w:r>
    </w:p>
    <w:p w:rsidR="00654F49" w:rsidRPr="00954429" w:rsidRDefault="00654F49" w:rsidP="00995644">
      <w:pPr>
        <w:pStyle w:val="Heading1"/>
        <w:rPr>
          <w:sz w:val="36"/>
          <w:szCs w:val="36"/>
        </w:rPr>
      </w:pPr>
      <w:bookmarkStart w:id="1" w:name="_Toc76372685"/>
      <w:r w:rsidRPr="00954429">
        <w:rPr>
          <w:sz w:val="36"/>
          <w:szCs w:val="36"/>
        </w:rPr>
        <w:t>Paragraph Formatting</w:t>
      </w:r>
      <w:bookmarkEnd w:id="1"/>
    </w:p>
    <w:p w:rsidR="00654F49" w:rsidRPr="00E006C3" w:rsidRDefault="00654F49" w:rsidP="00763E4A">
      <w:pPr>
        <w:shd w:val="clear" w:color="auto" w:fill="FF00FF"/>
        <w:spacing w:after="240"/>
      </w:pPr>
      <w:r>
        <w:t>Paragraph shading should not form empty gaps even with spacing 12 after.</w:t>
      </w:r>
    </w:p>
    <w:p w:rsidR="00654F49" w:rsidRDefault="00654F49" w:rsidP="006731B9">
      <w:pPr>
        <w:shd w:val="clear" w:color="auto" w:fill="FFCC99"/>
        <w:jc w:val="center"/>
      </w:pPr>
      <w:r>
        <w:t>Centered paragraph with a line break had a problem.</w:t>
      </w:r>
      <w:r>
        <w:br/>
        <w:t>Centered paragraph with a line break had a problem.</w:t>
      </w:r>
    </w:p>
    <w:p w:rsidR="00654F49" w:rsidRDefault="00654F49" w:rsidP="00E006C3">
      <w:pPr>
        <w:shd w:val="clear" w:color="auto" w:fill="CCFFCC"/>
        <w:jc w:val="right"/>
      </w:pPr>
      <w:r>
        <w:t>Right aligned paragraphs must be right aligned properly.</w:t>
      </w:r>
    </w:p>
    <w:p w:rsidR="00654F49" w:rsidRDefault="00654F49" w:rsidP="00E006C3">
      <w:pPr>
        <w:shd w:val="clear" w:color="auto" w:fill="99CCFF"/>
        <w:jc w:val="right"/>
      </w:pPr>
      <w:r>
        <w:t>Right aligned paragraph with line break works well.</w:t>
      </w:r>
      <w:r>
        <w:br/>
        <w:t>Right aligned paragraph with line break works well.</w:t>
      </w:r>
    </w:p>
    <w:p w:rsidR="00654F49" w:rsidRDefault="00654F49" w:rsidP="000B4494">
      <w:pPr>
        <w:pBdr>
          <w:top w:val="single" w:sz="8" w:space="1" w:color="993366"/>
          <w:left w:val="single" w:sz="8" w:space="4" w:color="993366"/>
          <w:bottom w:val="single" w:sz="8" w:space="1" w:color="993366"/>
          <w:right w:val="single" w:sz="8" w:space="4" w:color="993366"/>
        </w:pBdr>
      </w:pPr>
      <w:r>
        <w:t>This paragraph has a border.</w:t>
      </w:r>
    </w:p>
    <w:p w:rsidR="00654F49" w:rsidRDefault="00654F49" w:rsidP="000D5F1E">
      <w:pPr>
        <w:shd w:val="clear" w:color="auto" w:fill="CC99FF"/>
        <w:jc w:val="right"/>
        <w:rPr>
          <w:spacing w:val="-20"/>
        </w:rPr>
      </w:pPr>
      <w:r w:rsidRPr="004765DA">
        <w:rPr>
          <w:spacing w:val="-20"/>
        </w:rPr>
        <w:t>Right aligned condensed text ha</w:t>
      </w:r>
      <w:r>
        <w:rPr>
          <w:spacing w:val="-20"/>
        </w:rPr>
        <w:t>d</w:t>
      </w:r>
      <w:r w:rsidRPr="004765DA">
        <w:rPr>
          <w:spacing w:val="-20"/>
        </w:rPr>
        <w:t xml:space="preserve"> a problem.</w:t>
      </w:r>
    </w:p>
    <w:p w:rsidR="00654F49" w:rsidRPr="004765DA" w:rsidRDefault="00654F49" w:rsidP="000D5F1E">
      <w:pPr>
        <w:shd w:val="clear" w:color="auto" w:fill="99CC00"/>
        <w:jc w:val="right"/>
        <w:rPr>
          <w:spacing w:val="20"/>
        </w:rPr>
      </w:pPr>
      <w:r w:rsidRPr="004765DA">
        <w:rPr>
          <w:spacing w:val="20"/>
        </w:rPr>
        <w:t>Right aligned expanded text ha</w:t>
      </w:r>
      <w:r>
        <w:rPr>
          <w:spacing w:val="20"/>
        </w:rPr>
        <w:t>d</w:t>
      </w:r>
      <w:r w:rsidRPr="004765DA">
        <w:rPr>
          <w:spacing w:val="20"/>
        </w:rPr>
        <w:t xml:space="preserve"> a problem.</w:t>
      </w:r>
    </w:p>
    <w:p w:rsidR="00654F49" w:rsidRDefault="00654F49" w:rsidP="00F82DB9">
      <w:pPr>
        <w:shd w:val="clear" w:color="auto" w:fill="FF99CC"/>
        <w:spacing w:after="240"/>
        <w:ind w:left="144" w:right="720"/>
      </w:pPr>
      <w:r>
        <w:t>Spacing after and before do not add up, just the greater is used. This paragraph has 12 after. Also, when indents are different, the shading does not join.</w:t>
      </w:r>
    </w:p>
    <w:p w:rsidR="00654F49" w:rsidRDefault="00654F49" w:rsidP="002169FF">
      <w:pPr>
        <w:shd w:val="clear" w:color="auto" w:fill="FFFF99"/>
        <w:spacing w:before="240" w:after="480"/>
      </w:pPr>
      <w:r>
        <w:t>This paragraph has 12 before, but in total there is only 12 above. Also note that shading belongs to the paragraph at the top and shading of this paragraph does not go down unless next paragraph has shading too. There are 24 points below.</w:t>
      </w:r>
    </w:p>
    <w:p w:rsidR="00654F49" w:rsidRDefault="00654F49" w:rsidP="006235C7">
      <w:pPr>
        <w:spacing w:before="480"/>
      </w:pPr>
      <w:r>
        <w:t>Aspose for Cloud is a cloud-based document generation, conversion and automation platform for developers. Aspose for Cloud’s REST APIs give developers on all platforms total control over documents and file formats. It interoperates seamlessly with other cloud services.</w:t>
      </w:r>
    </w:p>
    <w:p w:rsidR="00654F49" w:rsidRDefault="00654F49" w:rsidP="006235C7">
      <w:pPr>
        <w:spacing w:before="480"/>
      </w:pPr>
      <w:r>
        <w:t>There are 24 points above, but the gap between this and previous paragraph is only 24.</w:t>
      </w:r>
    </w:p>
    <w:p w:rsidR="00654F49" w:rsidRDefault="00654F49" w:rsidP="007A3078">
      <w:pPr>
        <w:shd w:val="clear" w:color="auto" w:fill="99CCFF"/>
        <w:spacing w:line="480" w:lineRule="auto"/>
        <w:ind w:firstLine="720"/>
      </w:pPr>
      <w:r>
        <w:t>This paragraph is a test for double line spacing. This paragraph is a test for double line spacing.</w:t>
      </w:r>
      <w:r w:rsidRPr="00A32A0F">
        <w:t xml:space="preserve"> </w:t>
      </w:r>
      <w:r>
        <w:t>It also have 0.5” for the first line.</w:t>
      </w:r>
    </w:p>
    <w:p w:rsidR="00654F49" w:rsidRDefault="00654F49" w:rsidP="007A3078">
      <w:pPr>
        <w:shd w:val="clear" w:color="auto" w:fill="CCFFFF"/>
        <w:spacing w:line="360" w:lineRule="auto"/>
        <w:ind w:hanging="720"/>
        <w:rPr>
          <w:rFonts w:ascii="Arial" w:hAnsi="Arial" w:cs="Arial"/>
          <w:sz w:val="32"/>
          <w:szCs w:val="32"/>
        </w:rPr>
      </w:pPr>
      <w:r w:rsidRPr="00353C15">
        <w:rPr>
          <w:rFonts w:ascii="Arial" w:hAnsi="Arial" w:cs="Arial"/>
          <w:sz w:val="32"/>
          <w:szCs w:val="32"/>
        </w:rPr>
        <w:t xml:space="preserve">This is a test for 1.5 line spacing. This is a test for 1.5 line spacing. </w:t>
      </w:r>
      <w:r>
        <w:rPr>
          <w:rFonts w:ascii="Arial" w:hAnsi="Arial" w:cs="Arial"/>
          <w:sz w:val="32"/>
          <w:szCs w:val="32"/>
        </w:rPr>
        <w:t>Also has -0.5” indent for the first line.</w:t>
      </w:r>
    </w:p>
    <w:p w:rsidR="00654F49" w:rsidRDefault="00654F49" w:rsidP="00C32FDF">
      <w:pPr>
        <w:jc w:val="center"/>
      </w:pPr>
      <w:r>
        <w:t xml:space="preserve">This paragraph has a page break </w:t>
      </w:r>
    </w:p>
    <w:p w:rsidR="00654F49" w:rsidRDefault="00654F49" w:rsidP="00C32FDF">
      <w:pPr>
        <w:jc w:val="center"/>
      </w:pPr>
      <w:r>
        <w:br w:type="page"/>
        <w:t>and centered. It actually creates two paragraphs.</w:t>
      </w:r>
    </w:p>
    <w:p w:rsidR="00654F49" w:rsidRDefault="00654F49" w:rsidP="007D546D">
      <w:pPr>
        <w:shd w:val="clear" w:color="auto" w:fill="FFFF99"/>
        <w:spacing w:line="400" w:lineRule="exact"/>
      </w:pPr>
      <w:r>
        <w:t>This is a test for Exactly 20 points of spacing.</w:t>
      </w:r>
      <w:r w:rsidRPr="007D546D">
        <w:t xml:space="preserve"> </w:t>
      </w:r>
      <w:r>
        <w:t>This is a test for Exactly 20 points of spacing.</w:t>
      </w:r>
      <w:r w:rsidRPr="007D546D">
        <w:t xml:space="preserve"> </w:t>
      </w:r>
      <w:r w:rsidRPr="007D546D">
        <w:rPr>
          <w:sz w:val="40"/>
          <w:szCs w:val="40"/>
        </w:rPr>
        <w:t>T</w:t>
      </w:r>
      <w:r w:rsidRPr="007D546D">
        <w:rPr>
          <w:sz w:val="44"/>
          <w:szCs w:val="44"/>
        </w:rPr>
        <w:t>T</w:t>
      </w:r>
      <w:r w:rsidRPr="007D546D">
        <w:rPr>
          <w:sz w:val="48"/>
          <w:szCs w:val="48"/>
        </w:rPr>
        <w:t>T</w:t>
      </w:r>
      <w:r w:rsidRPr="007D546D">
        <w:rPr>
          <w:sz w:val="52"/>
          <w:szCs w:val="52"/>
        </w:rPr>
        <w:t>T</w:t>
      </w:r>
      <w:r w:rsidRPr="007D546D">
        <w:rPr>
          <w:sz w:val="56"/>
          <w:szCs w:val="56"/>
        </w:rPr>
        <w:t>T</w:t>
      </w:r>
      <w:r w:rsidRPr="007D546D">
        <w:rPr>
          <w:sz w:val="60"/>
          <w:szCs w:val="60"/>
        </w:rPr>
        <w:t>T</w:t>
      </w:r>
      <w:r>
        <w:t xml:space="preserve"> (20, 22, 24, 26, 28, 30).</w:t>
      </w:r>
    </w:p>
    <w:p w:rsidR="00654F49" w:rsidRDefault="00654F49" w:rsidP="00C32FDF">
      <w:pPr>
        <w:sectPr w:rsidR="00654F49" w:rsidSect="00846D9E">
          <w:pgSz w:w="11909" w:h="16834" w:code="9"/>
          <w:pgMar w:top="1440" w:right="1800" w:bottom="1440" w:left="1800" w:header="720" w:footer="720" w:gutter="0"/>
          <w:cols w:space="720"/>
          <w:rtlGutter/>
          <w:docGrid w:linePitch="360"/>
        </w:sectPr>
      </w:pPr>
      <w:r>
        <w:t>There is a continuous section break after this line.</w:t>
      </w:r>
    </w:p>
    <w:p w:rsidR="00654F49" w:rsidRDefault="00654F49" w:rsidP="00C32FDF">
      <w:pPr>
        <w:sectPr w:rsidR="00654F49" w:rsidSect="00846D9E">
          <w:type w:val="continuous"/>
          <w:pgSz w:w="11909" w:h="16834" w:code="9"/>
          <w:pgMar w:top="1440" w:right="1800" w:bottom="1440" w:left="1800" w:header="720" w:footer="720" w:gutter="0"/>
          <w:cols w:space="720"/>
          <w:docGrid w:linePitch="360"/>
        </w:sectPr>
      </w:pPr>
      <w:r>
        <w:t>This line is in the new section. Next here is an empty section.</w:t>
      </w:r>
    </w:p>
    <w:p w:rsidR="00654F49" w:rsidRDefault="00654F49" w:rsidP="00C32FDF">
      <w:pPr>
        <w:sectPr w:rsidR="00654F49" w:rsidSect="00846D9E">
          <w:type w:val="continuous"/>
          <w:pgSz w:w="11909" w:h="16834" w:code="9"/>
          <w:pgMar w:top="1440" w:right="1800" w:bottom="1440" w:left="1800" w:header="720" w:footer="720" w:gutter="0"/>
          <w:cols w:space="720"/>
          <w:docGrid w:linePitch="360"/>
        </w:sectPr>
      </w:pPr>
    </w:p>
    <w:p w:rsidR="00654F49" w:rsidRDefault="00654F49" w:rsidP="00C32FDF">
      <w:r>
        <w:t>This line is in the fourth section.</w:t>
      </w:r>
    </w:p>
    <w:p w:rsidR="00654F49" w:rsidRDefault="00654F49" w:rsidP="00DF1DCC">
      <w:pPr>
        <w:pStyle w:val="Heading1"/>
      </w:pPr>
      <w:bookmarkStart w:id="2" w:name="_Toc76372686"/>
      <w:r>
        <w:t>Paragraph Justify</w:t>
      </w:r>
    </w:p>
    <w:p w:rsidR="00654F49" w:rsidRPr="00284916" w:rsidRDefault="00654F49" w:rsidP="00284916">
      <w:pPr>
        <w:jc w:val="both"/>
      </w:pPr>
      <w:r>
        <w:t>This is a justified paragraph with a single segment. 111111111111111111111111111111111111111111.</w:t>
      </w:r>
    </w:p>
    <w:p w:rsidR="00654F49" w:rsidRPr="00284916" w:rsidRDefault="00654F49" w:rsidP="00284916">
      <w:pPr>
        <w:jc w:val="both"/>
      </w:pPr>
      <w:r>
        <w:t xml:space="preserve">Also a justified </w:t>
      </w:r>
      <w:r w:rsidRPr="00284916">
        <w:rPr>
          <w:b/>
        </w:rPr>
        <w:t>paragraph</w:t>
      </w:r>
      <w:r>
        <w:t xml:space="preserve"> reset to left because of multiple segments. 111111111111111111111111111111111111111111.</w:t>
      </w:r>
    </w:p>
    <w:p w:rsidR="00654F49" w:rsidRPr="00C730EC" w:rsidRDefault="00654F49" w:rsidP="00DF1DCC">
      <w:pPr>
        <w:pStyle w:val="Heading1"/>
      </w:pPr>
      <w:r>
        <w:t>Non-English Characters</w:t>
      </w:r>
      <w:bookmarkEnd w:id="2"/>
    </w:p>
    <w:p w:rsidR="00654F49" w:rsidRPr="00C730EC" w:rsidRDefault="00654F49" w:rsidP="00C32FDF">
      <w:r>
        <w:t>Wingdings</w:t>
      </w:r>
      <w:r w:rsidRPr="00C730EC">
        <w:t xml:space="preserve">: </w:t>
      </w:r>
      <w:r w:rsidRPr="00BC0133">
        <w:rPr>
          <w:sz w:val="40"/>
          <w:szCs w:val="40"/>
        </w:rPr>
        <w:sym w:font="Wingdings" w:char="F028"/>
      </w:r>
      <w:r w:rsidRPr="00BC0133">
        <w:rPr>
          <w:sz w:val="40"/>
          <w:szCs w:val="40"/>
        </w:rPr>
        <w:sym w:font="Wingdings" w:char="F078"/>
      </w:r>
      <w:r>
        <w:t xml:space="preserve">, Symbol: </w:t>
      </w:r>
      <w:r w:rsidRPr="00BC0133">
        <w:rPr>
          <w:sz w:val="40"/>
          <w:szCs w:val="40"/>
        </w:rPr>
        <w:sym w:font="Symbol" w:char="F057"/>
      </w:r>
      <w:r w:rsidRPr="00BC0133">
        <w:rPr>
          <w:sz w:val="40"/>
          <w:szCs w:val="40"/>
        </w:rPr>
        <w:sym w:font="Symbol" w:char="F0C4"/>
      </w:r>
    </w:p>
    <w:p w:rsidR="00654F49" w:rsidRDefault="00654F49" w:rsidP="00C32FDF">
      <w:r>
        <w:t xml:space="preserve">Russian: </w:t>
      </w:r>
      <w:r>
        <w:rPr>
          <w:lang w:val="ru-RU"/>
        </w:rPr>
        <w:t>Теперь</w:t>
      </w:r>
      <w:r w:rsidRPr="00C730EC">
        <w:t xml:space="preserve"> </w:t>
      </w:r>
      <w:r>
        <w:rPr>
          <w:lang w:val="ru-RU"/>
        </w:rPr>
        <w:t>немного</w:t>
      </w:r>
      <w:r w:rsidRPr="00C730EC">
        <w:t xml:space="preserve"> </w:t>
      </w:r>
      <w:r>
        <w:rPr>
          <w:lang w:val="ru-RU"/>
        </w:rPr>
        <w:t>по</w:t>
      </w:r>
      <w:r w:rsidRPr="00C730EC">
        <w:t xml:space="preserve"> </w:t>
      </w:r>
      <w:r>
        <w:rPr>
          <w:lang w:val="ru-RU"/>
        </w:rPr>
        <w:t>русски</w:t>
      </w:r>
      <w:r w:rsidRPr="00C730EC">
        <w:t>.</w:t>
      </w:r>
    </w:p>
    <w:p w:rsidR="00654F49" w:rsidRDefault="00654F49" w:rsidP="00DF1DCC">
      <w:pPr>
        <w:pStyle w:val="Heading1"/>
      </w:pPr>
      <w:bookmarkStart w:id="3" w:name="_Toc76372687"/>
      <w:r>
        <w:t>Tables</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1"/>
        <w:gridCol w:w="1394"/>
        <w:gridCol w:w="1394"/>
        <w:gridCol w:w="2866"/>
      </w:tblGrid>
      <w:tr w:rsidR="00654F49" w:rsidTr="0030080C">
        <w:tc>
          <w:tcPr>
            <w:tcW w:w="4428" w:type="dxa"/>
            <w:gridSpan w:val="2"/>
            <w:tcBorders>
              <w:right w:val="single" w:sz="48" w:space="0" w:color="auto"/>
            </w:tcBorders>
          </w:tcPr>
          <w:p w:rsidR="00654F49" w:rsidRDefault="00654F49" w:rsidP="00C32FDF">
            <w:r>
              <w:t>Cell 1.1 Left</w:t>
            </w:r>
          </w:p>
        </w:tc>
        <w:tc>
          <w:tcPr>
            <w:tcW w:w="4428" w:type="dxa"/>
            <w:gridSpan w:val="2"/>
            <w:tcBorders>
              <w:left w:val="single" w:sz="48" w:space="0" w:color="auto"/>
            </w:tcBorders>
          </w:tcPr>
          <w:p w:rsidR="00654F49" w:rsidRDefault="00654F49" w:rsidP="0030080C">
            <w:pPr>
              <w:jc w:val="right"/>
            </w:pPr>
            <w:r>
              <w:t>Cell 1.2 Right</w:t>
            </w:r>
          </w:p>
        </w:tc>
      </w:tr>
      <w:tr w:rsidR="00654F49" w:rsidTr="0030080C">
        <w:tc>
          <w:tcPr>
            <w:tcW w:w="2988" w:type="dxa"/>
            <w:shd w:val="pct15" w:color="auto" w:fill="auto"/>
            <w:vAlign w:val="center"/>
          </w:tcPr>
          <w:p w:rsidR="00654F49" w:rsidRDefault="00654F49" w:rsidP="00C32FDF">
            <w:r>
              <w:t>Cell 2.1 Centered vertically</w:t>
            </w:r>
          </w:p>
        </w:tc>
        <w:tc>
          <w:tcPr>
            <w:tcW w:w="2880" w:type="dxa"/>
            <w:gridSpan w:val="2"/>
            <w:tcBorders>
              <w:right w:val="single" w:sz="8" w:space="0" w:color="FF0000"/>
            </w:tcBorders>
            <w:shd w:val="clear" w:color="auto" w:fill="CCFFFF"/>
          </w:tcPr>
          <w:p w:rsidR="00654F49" w:rsidRDefault="00654F49" w:rsidP="0030080C">
            <w:pPr>
              <w:jc w:val="center"/>
            </w:pPr>
            <w:r>
              <w:t>Cell 2.2 with background</w:t>
            </w:r>
          </w:p>
        </w:tc>
        <w:tc>
          <w:tcPr>
            <w:tcW w:w="2988" w:type="dxa"/>
            <w:tcBorders>
              <w:top w:val="single" w:sz="18" w:space="0" w:color="0000FF"/>
              <w:left w:val="single" w:sz="8" w:space="0" w:color="FF0000"/>
              <w:bottom w:val="single" w:sz="36" w:space="0" w:color="FFFF00"/>
              <w:right w:val="single" w:sz="24" w:space="0" w:color="00FF00"/>
            </w:tcBorders>
          </w:tcPr>
          <w:p w:rsidR="00654F49" w:rsidRDefault="00654F49" w:rsidP="00C32FDF">
            <w:r>
              <w:t>Cell 2.3 with line break</w:t>
            </w:r>
            <w:r>
              <w:br/>
              <w:t>and coloured border.</w:t>
            </w:r>
          </w:p>
        </w:tc>
      </w:tr>
      <w:tr w:rsidR="00654F49" w:rsidTr="0030080C">
        <w:tc>
          <w:tcPr>
            <w:tcW w:w="2988" w:type="dxa"/>
            <w:vAlign w:val="bottom"/>
          </w:tcPr>
          <w:p w:rsidR="00654F49" w:rsidRDefault="00654F49" w:rsidP="00B44103">
            <w:r>
              <w:t>Cell 3.1 Bottom vertically</w:t>
            </w:r>
          </w:p>
        </w:tc>
        <w:tc>
          <w:tcPr>
            <w:tcW w:w="2880" w:type="dxa"/>
            <w:gridSpan w:val="2"/>
          </w:tcPr>
          <w:p w:rsidR="00654F49" w:rsidRDefault="00654F49" w:rsidP="0030080C">
            <w:pPr>
              <w:jc w:val="center"/>
            </w:pPr>
            <w:r>
              <w:t>Cell 3.2</w:t>
            </w:r>
          </w:p>
          <w:p w:rsidR="00654F49" w:rsidRDefault="00654F49" w:rsidP="0030080C">
            <w:pPr>
              <w:jc w:val="center"/>
            </w:pPr>
            <w:r>
              <w:t>Centered</w:t>
            </w:r>
          </w:p>
          <w:p w:rsidR="00654F49" w:rsidRDefault="00654F49" w:rsidP="0030080C">
            <w:pPr>
              <w:jc w:val="center"/>
            </w:pPr>
            <w:r>
              <w:t>Horizontally</w:t>
            </w:r>
          </w:p>
        </w:tc>
        <w:tc>
          <w:tcPr>
            <w:tcW w:w="2988" w:type="dxa"/>
            <w:tcBorders>
              <w:bottom w:val="nil"/>
              <w:right w:val="nil"/>
            </w:tcBorders>
          </w:tcPr>
          <w:p w:rsidR="00654F49" w:rsidRDefault="00654F49" w:rsidP="00C32FDF">
            <w:r>
              <w:t>Cell 3.3 No border</w:t>
            </w:r>
          </w:p>
        </w:tc>
      </w:tr>
    </w:tbl>
    <w:p w:rsidR="00654F49" w:rsidRDefault="00654F49" w:rsidP="00C730EC"/>
    <w:tbl>
      <w:tblPr>
        <w:tblW w:w="0" w:type="auto"/>
        <w:tblBorders>
          <w:top w:val="single" w:sz="18" w:space="0" w:color="0000FF"/>
          <w:left w:val="single" w:sz="8" w:space="0" w:color="FF0000"/>
          <w:bottom w:val="single" w:sz="36" w:space="0" w:color="FFFF00"/>
          <w:right w:val="single" w:sz="24" w:space="0" w:color="00FF00"/>
          <w:insideH w:val="single" w:sz="4" w:space="0" w:color="auto"/>
          <w:insideV w:val="single" w:sz="4" w:space="0" w:color="auto"/>
        </w:tblBorders>
        <w:tblLook w:val="01E0"/>
      </w:tblPr>
      <w:tblGrid>
        <w:gridCol w:w="8525"/>
      </w:tblGrid>
      <w:tr w:rsidR="00654F49" w:rsidTr="0030080C">
        <w:tc>
          <w:tcPr>
            <w:tcW w:w="8856" w:type="dxa"/>
            <w:tcBorders>
              <w:top w:val="single" w:sz="18" w:space="0" w:color="0000FF"/>
              <w:bottom w:val="single" w:sz="36" w:space="0" w:color="FFFF00"/>
            </w:tcBorders>
          </w:tcPr>
          <w:p w:rsidR="00654F49" w:rsidRDefault="00654F49" w:rsidP="00C730EC">
            <w:r w:rsidRPr="0030080C">
              <w:rPr>
                <w:color w:val="FF0000"/>
              </w:rPr>
              <w:t>Left red</w:t>
            </w:r>
            <w:r>
              <w:t xml:space="preserve">, </w:t>
            </w:r>
            <w:r w:rsidRPr="0030080C">
              <w:rPr>
                <w:color w:val="0000FF"/>
              </w:rPr>
              <w:t>blue top</w:t>
            </w:r>
            <w:r>
              <w:t xml:space="preserve">, </w:t>
            </w:r>
            <w:r w:rsidRPr="0030080C">
              <w:rPr>
                <w:color w:val="008000"/>
              </w:rPr>
              <w:t>green right</w:t>
            </w:r>
            <w:r>
              <w:t xml:space="preserve"> </w:t>
            </w:r>
            <w:r w:rsidRPr="0030080C">
              <w:rPr>
                <w:color w:val="FFCC00"/>
              </w:rPr>
              <w:t>and yellow bottom</w:t>
            </w:r>
            <w:r>
              <w:t>.</w:t>
            </w:r>
          </w:p>
        </w:tc>
      </w:tr>
    </w:tbl>
    <w:p w:rsidR="00654F49" w:rsidRDefault="00654F49" w:rsidP="00C730EC"/>
    <w:tbl>
      <w:tblPr>
        <w:tblpPr w:leftFromText="180" w:rightFromText="180" w:vertAnchor="text" w:tblpX="2880" w:tblpY="1"/>
        <w:tblOverlap w:val="never"/>
        <w:tblW w:w="0" w:type="auto"/>
        <w:tblBorders>
          <w:top w:val="single" w:sz="24" w:space="0" w:color="auto"/>
          <w:left w:val="single" w:sz="24" w:space="0" w:color="auto"/>
          <w:bottom w:val="single" w:sz="24" w:space="0" w:color="auto"/>
          <w:right w:val="single" w:sz="24" w:space="0" w:color="auto"/>
          <w:insideH w:val="single" w:sz="6" w:space="0" w:color="auto"/>
          <w:insideV w:val="single" w:sz="2" w:space="0" w:color="FF0000"/>
        </w:tblBorders>
        <w:tblLook w:val="01E0"/>
      </w:tblPr>
      <w:tblGrid>
        <w:gridCol w:w="1992"/>
        <w:gridCol w:w="1992"/>
        <w:gridCol w:w="984"/>
        <w:gridCol w:w="1008"/>
      </w:tblGrid>
      <w:tr w:rsidR="00654F49" w:rsidTr="0030080C">
        <w:tc>
          <w:tcPr>
            <w:tcW w:w="3984" w:type="dxa"/>
            <w:gridSpan w:val="2"/>
            <w:tcBorders>
              <w:top w:val="single" w:sz="24" w:space="0" w:color="auto"/>
            </w:tcBorders>
          </w:tcPr>
          <w:p w:rsidR="00654F49" w:rsidRDefault="00654F49" w:rsidP="0030080C">
            <w:r>
              <w:t>Table with left indent and merged cells.</w:t>
            </w:r>
          </w:p>
        </w:tc>
        <w:tc>
          <w:tcPr>
            <w:tcW w:w="1992" w:type="dxa"/>
            <w:gridSpan w:val="2"/>
            <w:tcBorders>
              <w:top w:val="single" w:sz="24" w:space="0" w:color="auto"/>
            </w:tcBorders>
          </w:tcPr>
          <w:p w:rsidR="00654F49" w:rsidRDefault="00654F49" w:rsidP="0030080C"/>
        </w:tc>
      </w:tr>
      <w:tr w:rsidR="00654F49" w:rsidTr="0030080C">
        <w:trPr>
          <w:gridAfter w:val="1"/>
          <w:wAfter w:w="1008" w:type="dxa"/>
        </w:trPr>
        <w:tc>
          <w:tcPr>
            <w:tcW w:w="1344" w:type="dxa"/>
          </w:tcPr>
          <w:p w:rsidR="00654F49" w:rsidRDefault="00654F49" w:rsidP="0030080C"/>
        </w:tc>
        <w:tc>
          <w:tcPr>
            <w:tcW w:w="2976" w:type="dxa"/>
            <w:gridSpan w:val="2"/>
          </w:tcPr>
          <w:p w:rsidR="00654F49" w:rsidRDefault="00654F49" w:rsidP="0030080C"/>
        </w:tc>
      </w:tr>
      <w:tr w:rsidR="00654F49" w:rsidTr="0030080C">
        <w:tc>
          <w:tcPr>
            <w:tcW w:w="1992" w:type="dxa"/>
            <w:tcBorders>
              <w:bottom w:val="single" w:sz="24" w:space="0" w:color="auto"/>
            </w:tcBorders>
          </w:tcPr>
          <w:p w:rsidR="00654F49" w:rsidRDefault="00654F49" w:rsidP="0030080C"/>
        </w:tc>
        <w:tc>
          <w:tcPr>
            <w:tcW w:w="3984" w:type="dxa"/>
            <w:gridSpan w:val="3"/>
            <w:tcBorders>
              <w:bottom w:val="single" w:sz="24" w:space="0" w:color="auto"/>
            </w:tcBorders>
          </w:tcPr>
          <w:p w:rsidR="00654F49" w:rsidRDefault="00654F49" w:rsidP="0030080C"/>
        </w:tc>
      </w:tr>
    </w:tbl>
    <w:p w:rsidR="00654F49" w:rsidRDefault="00654F49" w:rsidP="00C730EC">
      <w:r>
        <w:br w:type="textWrapping" w:clear="all"/>
      </w:r>
    </w:p>
    <w:p w:rsidR="00654F49" w:rsidRPr="00076D8E" w:rsidRDefault="00654F49" w:rsidP="009C3B20">
      <w:pPr>
        <w:rPr>
          <w:b/>
        </w:rPr>
      </w:pPr>
      <w:r>
        <w:rPr>
          <w:b/>
        </w:rPr>
        <w:t>C</w:t>
      </w:r>
      <w:r w:rsidRPr="00076D8E">
        <w:rPr>
          <w:b/>
        </w:rPr>
        <w:t>ell padding</w:t>
      </w:r>
      <w:r>
        <w:rPr>
          <w:b/>
        </w:rPr>
        <w:t xml:space="preserve"> etc</w:t>
      </w:r>
      <w:r w:rsidRPr="00076D8E">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4428"/>
      </w:tblGrid>
      <w:tr w:rsidR="00654F49" w:rsidTr="0030080C">
        <w:tc>
          <w:tcPr>
            <w:tcW w:w="3888" w:type="dxa"/>
            <w:shd w:val="clear" w:color="auto" w:fill="CC99FF"/>
            <w:tcMar>
              <w:top w:w="144" w:type="dxa"/>
              <w:left w:w="720" w:type="dxa"/>
              <w:bottom w:w="288" w:type="dxa"/>
              <w:right w:w="576" w:type="dxa"/>
            </w:tcMar>
          </w:tcPr>
          <w:p w:rsidR="00654F49" w:rsidRDefault="00654F49" w:rsidP="0030080C">
            <w:pPr>
              <w:shd w:val="clear" w:color="auto" w:fill="FFCC99"/>
            </w:pPr>
            <w:r>
              <w:t>Cell padding.</w:t>
            </w:r>
          </w:p>
          <w:p w:rsidR="00654F49" w:rsidRDefault="00654F49" w:rsidP="0030080C">
            <w:pPr>
              <w:shd w:val="clear" w:color="auto" w:fill="FFCC99"/>
            </w:pPr>
            <w:r>
              <w:t>Top: 0.1, bottom 0.2</w:t>
            </w:r>
          </w:p>
          <w:p w:rsidR="00654F49" w:rsidRDefault="00654F49" w:rsidP="0030080C">
            <w:pPr>
              <w:shd w:val="clear" w:color="auto" w:fill="FFCC99"/>
            </w:pPr>
            <w:r>
              <w:t>Left: 0.5, Right 0.4</w:t>
            </w:r>
          </w:p>
        </w:tc>
        <w:tc>
          <w:tcPr>
            <w:tcW w:w="4428" w:type="dxa"/>
            <w:tcMar>
              <w:left w:w="0" w:type="dxa"/>
              <w:right w:w="0" w:type="dxa"/>
            </w:tcMar>
          </w:tcPr>
          <w:p w:rsidR="00654F49" w:rsidRDefault="00654F49" w:rsidP="0030080C">
            <w:pPr>
              <w:shd w:val="clear" w:color="auto" w:fill="99CC00"/>
              <w:jc w:val="right"/>
            </w:pPr>
            <w:r>
              <w:t>Zero padding on all sides, right aligned.</w:t>
            </w:r>
          </w:p>
        </w:tc>
      </w:tr>
    </w:tbl>
    <w:p w:rsidR="00654F49" w:rsidRDefault="00654F49" w:rsidP="00C730E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6"/>
        <w:gridCol w:w="5553"/>
        <w:gridCol w:w="1486"/>
      </w:tblGrid>
      <w:tr w:rsidR="00654F49" w:rsidTr="0030080C">
        <w:tc>
          <w:tcPr>
            <w:tcW w:w="1548" w:type="dxa"/>
            <w:shd w:val="clear" w:color="auto" w:fill="FF6600"/>
          </w:tcPr>
          <w:p w:rsidR="00654F49" w:rsidRDefault="00654F49" w:rsidP="00C730EC">
            <w:r>
              <w:t>Outer 1.1</w:t>
            </w:r>
          </w:p>
        </w:tc>
        <w:tc>
          <w:tcPr>
            <w:tcW w:w="5760" w:type="dxa"/>
            <w:shd w:val="clear" w:color="auto" w:fill="FFFF99"/>
          </w:tcPr>
          <w:p w:rsidR="00654F49" w:rsidRDefault="00654F49" w:rsidP="0030080C">
            <w:pPr>
              <w:jc w:val="center"/>
            </w:pPr>
            <w:r>
              <w:t>Outer 1.2. There is a nested table here</w:t>
            </w: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0"/>
              <w:gridCol w:w="2160"/>
            </w:tblGrid>
            <w:tr w:rsidR="00654F49" w:rsidRPr="0030080C" w:rsidTr="0030080C">
              <w:tc>
                <w:tcPr>
                  <w:tcW w:w="2160" w:type="dxa"/>
                  <w:tcBorders>
                    <w:top w:val="single" w:sz="4" w:space="0" w:color="auto"/>
                    <w:left w:val="single" w:sz="4" w:space="0" w:color="auto"/>
                    <w:bottom w:val="single" w:sz="4" w:space="0" w:color="auto"/>
                    <w:right w:val="single" w:sz="4" w:space="0" w:color="auto"/>
                  </w:tcBorders>
                  <w:shd w:val="clear" w:color="auto" w:fill="000000"/>
                </w:tcPr>
                <w:p w:rsidR="00654F49" w:rsidRPr="0030080C" w:rsidRDefault="00654F49" w:rsidP="00C730EC">
                  <w:pPr>
                    <w:rPr>
                      <w:rFonts w:ascii="Arial" w:hAnsi="Arial" w:cs="Arial"/>
                      <w:b/>
                      <w:color w:val="FFFFFF"/>
                      <w:sz w:val="28"/>
                      <w:szCs w:val="28"/>
                    </w:rPr>
                  </w:pPr>
                  <w:r w:rsidRPr="0030080C">
                    <w:rPr>
                      <w:rFonts w:ascii="Arial" w:hAnsi="Arial" w:cs="Arial"/>
                      <w:b/>
                      <w:color w:val="FFFFFF"/>
                      <w:sz w:val="28"/>
                      <w:szCs w:val="28"/>
                    </w:rPr>
                    <w:t>Nested 1.1</w:t>
                  </w:r>
                </w:p>
              </w:tc>
              <w:tc>
                <w:tcPr>
                  <w:tcW w:w="2160" w:type="dxa"/>
                  <w:tcBorders>
                    <w:top w:val="single" w:sz="4" w:space="0" w:color="auto"/>
                    <w:left w:val="single" w:sz="4" w:space="0" w:color="auto"/>
                    <w:bottom w:val="single" w:sz="4" w:space="0" w:color="auto"/>
                    <w:right w:val="single" w:sz="4" w:space="0" w:color="auto"/>
                  </w:tcBorders>
                  <w:shd w:val="clear" w:color="auto" w:fill="000000"/>
                </w:tcPr>
                <w:p w:rsidR="00654F49" w:rsidRPr="0030080C" w:rsidRDefault="00654F49" w:rsidP="00C730EC">
                  <w:pPr>
                    <w:rPr>
                      <w:rFonts w:ascii="Arial" w:hAnsi="Arial" w:cs="Arial"/>
                      <w:b/>
                      <w:color w:val="FFFFFF"/>
                      <w:sz w:val="28"/>
                      <w:szCs w:val="28"/>
                    </w:rPr>
                  </w:pPr>
                  <w:r w:rsidRPr="0030080C">
                    <w:rPr>
                      <w:rFonts w:ascii="Arial" w:hAnsi="Arial" w:cs="Arial"/>
                      <w:b/>
                      <w:color w:val="FFFFFF"/>
                      <w:sz w:val="28"/>
                      <w:szCs w:val="28"/>
                    </w:rPr>
                    <w:t>Nested 1.2</w:t>
                  </w:r>
                </w:p>
              </w:tc>
            </w:tr>
          </w:tbl>
          <w:p w:rsidR="00654F49" w:rsidRDefault="00654F49" w:rsidP="00C730EC"/>
        </w:tc>
        <w:tc>
          <w:tcPr>
            <w:tcW w:w="1548" w:type="dxa"/>
            <w:shd w:val="clear" w:color="auto" w:fill="99CC00"/>
          </w:tcPr>
          <w:p w:rsidR="00654F49" w:rsidRDefault="00654F49" w:rsidP="0030080C">
            <w:pPr>
              <w:jc w:val="right"/>
            </w:pPr>
            <w:r>
              <w:t>Outer 1.3</w:t>
            </w:r>
          </w:p>
        </w:tc>
      </w:tr>
    </w:tbl>
    <w:p w:rsidR="00654F49" w:rsidRDefault="00654F49" w:rsidP="00C730EC"/>
    <w:p w:rsidR="00654F49" w:rsidRDefault="00654F49" w:rsidP="00DF1DCC">
      <w:pPr>
        <w:pStyle w:val="Heading1"/>
        <w:sectPr w:rsidR="00654F49" w:rsidSect="00846D9E">
          <w:type w:val="continuous"/>
          <w:pgSz w:w="11909" w:h="16834" w:code="9"/>
          <w:pgMar w:top="1440" w:right="1800" w:bottom="1440" w:left="1800" w:header="720" w:footer="720" w:gutter="0"/>
          <w:cols w:space="720"/>
          <w:docGrid w:linePitch="360"/>
        </w:sectPr>
      </w:pPr>
      <w:bookmarkStart w:id="4" w:name="_Toc76372688"/>
    </w:p>
    <w:p w:rsidR="00654F49" w:rsidRPr="0098785F" w:rsidRDefault="00654F49" w:rsidP="00DF1DCC">
      <w:pPr>
        <w:pStyle w:val="Heading1"/>
      </w:pPr>
      <w:r>
        <w:t>Lists</w:t>
      </w:r>
      <w:bookmarkEnd w:id="4"/>
    </w:p>
    <w:p w:rsidR="00654F49" w:rsidRDefault="00654F49" w:rsidP="00C32FDF">
      <w:pPr>
        <w:rPr>
          <w:b/>
        </w:rPr>
      </w:pPr>
      <w:r>
        <w:rPr>
          <w:b/>
        </w:rPr>
        <w:t>Numbered</w:t>
      </w:r>
      <w:r w:rsidRPr="00183CAF">
        <w:rPr>
          <w:b/>
        </w:rPr>
        <w:t xml:space="preserve"> list:</w:t>
      </w:r>
    </w:p>
    <w:p w:rsidR="00654F49" w:rsidRDefault="00654F49" w:rsidP="00527E09">
      <w:pPr>
        <w:numPr>
          <w:ilvl w:val="0"/>
          <w:numId w:val="6"/>
        </w:numPr>
      </w:pPr>
      <w:r>
        <w:t>Item 1</w:t>
      </w:r>
    </w:p>
    <w:p w:rsidR="00654F49" w:rsidRDefault="00654F49" w:rsidP="00527E09">
      <w:pPr>
        <w:numPr>
          <w:ilvl w:val="0"/>
          <w:numId w:val="6"/>
        </w:numPr>
      </w:pPr>
      <w:r>
        <w:t>Item 2</w:t>
      </w:r>
    </w:p>
    <w:p w:rsidR="00654F49" w:rsidRDefault="00654F49" w:rsidP="00527E09">
      <w:pPr>
        <w:numPr>
          <w:ilvl w:val="1"/>
          <w:numId w:val="6"/>
        </w:numPr>
      </w:pPr>
      <w:r>
        <w:t>Item 2.1</w:t>
      </w:r>
    </w:p>
    <w:p w:rsidR="00654F49" w:rsidRDefault="00654F49" w:rsidP="00527E09">
      <w:pPr>
        <w:numPr>
          <w:ilvl w:val="1"/>
          <w:numId w:val="6"/>
        </w:numPr>
      </w:pPr>
      <w:r>
        <w:t>Item 2.2</w:t>
      </w:r>
    </w:p>
    <w:p w:rsidR="00654F49" w:rsidRPr="00527E09" w:rsidRDefault="00654F49" w:rsidP="00527E09">
      <w:pPr>
        <w:numPr>
          <w:ilvl w:val="0"/>
          <w:numId w:val="6"/>
        </w:numPr>
      </w:pPr>
      <w:r>
        <w:t>Item 3</w:t>
      </w:r>
    </w:p>
    <w:p w:rsidR="00654F49" w:rsidRPr="00183CAF" w:rsidRDefault="00654F49" w:rsidP="00C32FDF">
      <w:pPr>
        <w:rPr>
          <w:b/>
        </w:rPr>
      </w:pPr>
      <w:r>
        <w:rPr>
          <w:b/>
        </w:rPr>
        <w:t>Bulleted</w:t>
      </w:r>
      <w:r w:rsidRPr="00183CAF">
        <w:rPr>
          <w:b/>
        </w:rPr>
        <w:t xml:space="preserve"> list:</w:t>
      </w:r>
    </w:p>
    <w:p w:rsidR="00654F49" w:rsidRDefault="00654F49" w:rsidP="00183CAF">
      <w:pPr>
        <w:numPr>
          <w:ilvl w:val="0"/>
          <w:numId w:val="5"/>
        </w:numPr>
      </w:pPr>
      <w:r>
        <w:t>Item 1</w:t>
      </w:r>
    </w:p>
    <w:p w:rsidR="00654F49" w:rsidRDefault="00654F49" w:rsidP="00183CAF">
      <w:pPr>
        <w:numPr>
          <w:ilvl w:val="0"/>
          <w:numId w:val="5"/>
        </w:numPr>
      </w:pPr>
      <w:r>
        <w:t>Item 2</w:t>
      </w:r>
    </w:p>
    <w:p w:rsidR="00654F49" w:rsidRDefault="00654F49" w:rsidP="00527E09">
      <w:pPr>
        <w:numPr>
          <w:ilvl w:val="1"/>
          <w:numId w:val="5"/>
        </w:numPr>
      </w:pPr>
      <w:r>
        <w:t>Item 2.1</w:t>
      </w:r>
    </w:p>
    <w:p w:rsidR="00654F49" w:rsidRDefault="00654F49" w:rsidP="00527E09">
      <w:pPr>
        <w:numPr>
          <w:ilvl w:val="1"/>
          <w:numId w:val="5"/>
        </w:numPr>
      </w:pPr>
      <w:r>
        <w:t>Item 2.2</w:t>
      </w:r>
    </w:p>
    <w:p w:rsidR="00654F49" w:rsidRDefault="00654F49" w:rsidP="00183CAF">
      <w:pPr>
        <w:numPr>
          <w:ilvl w:val="0"/>
          <w:numId w:val="5"/>
        </w:numPr>
      </w:pPr>
      <w:r>
        <w:t>Item 3</w:t>
      </w:r>
    </w:p>
    <w:p w:rsidR="00654F49" w:rsidRDefault="00654F49" w:rsidP="00D76B97">
      <w:pPr>
        <w:pStyle w:val="Heading1"/>
        <w:pageBreakBefore/>
        <w:sectPr w:rsidR="00654F49" w:rsidSect="001833EB">
          <w:pgSz w:w="8391" w:h="11907" w:code="11"/>
          <w:pgMar w:top="1440" w:right="1800" w:bottom="1440" w:left="1800" w:header="720" w:footer="720" w:gutter="0"/>
          <w:pgBorders w:offsetFrom="page">
            <w:top w:val="single" w:sz="24" w:space="24" w:color="92D050" w:shadow="1"/>
            <w:left w:val="single" w:sz="24" w:space="24" w:color="92D050" w:shadow="1"/>
            <w:bottom w:val="single" w:sz="24" w:space="24" w:color="92D050" w:shadow="1"/>
            <w:right w:val="single" w:sz="24" w:space="24" w:color="92D050" w:shadow="1"/>
          </w:pgBorders>
          <w:cols w:space="720"/>
          <w:docGrid w:linePitch="360"/>
        </w:sectPr>
      </w:pPr>
      <w:bookmarkStart w:id="5" w:name="_Toc76372689"/>
    </w:p>
    <w:p w:rsidR="00654F49" w:rsidRDefault="00654F49" w:rsidP="00D76B97">
      <w:pPr>
        <w:pStyle w:val="Heading1"/>
        <w:pageBreakBefore/>
      </w:pPr>
      <w:r>
        <w:t>Images</w:t>
      </w:r>
      <w:bookmarkEnd w:id="5"/>
    </w:p>
    <w:p w:rsidR="00654F49" w:rsidRDefault="00654F49" w:rsidP="00D76B97">
      <w:r>
        <w:t>This section starts from a new page.</w:t>
      </w:r>
    </w:p>
    <w:p w:rsidR="00654F49" w:rsidRDefault="00654F49" w:rsidP="00D76B97">
      <w:r>
        <w:rPr>
          <w:noProof/>
        </w:rPr>
        <w:pict>
          <v:oval id="_x0000_s1026" style="position:absolute;margin-left:342pt;margin-top:-11.2pt;width:108pt;height:1in;z-index:251657216" fillcolor="#9cf">
            <v:fill opacity="31457f"/>
            <v:textbox style="mso-next-textbox:#_x0000_s1026" inset=",21.6pt">
              <w:txbxContent>
                <w:p w:rsidR="00654F49" w:rsidRPr="00A70C2B" w:rsidRDefault="00654F49">
                  <w:pPr>
                    <w:rPr>
                      <w:rFonts w:ascii="Arial" w:hAnsi="Arial" w:cs="Arial"/>
                      <w:b/>
                      <w:color w:val="FF0000"/>
                    </w:rPr>
                  </w:pPr>
                  <w:r w:rsidRPr="00A70C2B">
                    <w:rPr>
                      <w:rFonts w:ascii="Arial" w:hAnsi="Arial" w:cs="Arial"/>
                      <w:b/>
                      <w:color w:val="FF0000"/>
                    </w:rPr>
                    <w:t>Ellipse text</w:t>
                  </w:r>
                </w:p>
              </w:txbxContent>
            </v:textbox>
          </v:oval>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86pt;margin-top:26.95pt;width:101.25pt;height:101.25pt;z-index:-251660288;mso-position-horizontal-relative:page;mso-position-vertical-relative:page" stroked="t">
            <v:imagedata r:id="rId7" o:title=""/>
            <w10:wrap anchorx="page" anchory="page"/>
          </v:shape>
        </w:pict>
      </w:r>
      <w:r>
        <w:t>There is an image in a black border in the top right corner, but it will drop down into the text. There is also a transparent ellipse with text that overlaps the picture.</w:t>
      </w:r>
    </w:p>
    <w:p w:rsidR="00654F49" w:rsidRPr="00D76B97" w:rsidRDefault="00654F49" w:rsidP="00D76B97"/>
    <w:p w:rsidR="00654F49" w:rsidRDefault="00654F49" w:rsidP="00714D60">
      <w:r>
        <w:t>Inline JPEG in a separate paragraph.</w:t>
      </w:r>
    </w:p>
    <w:p w:rsidR="00654F49" w:rsidRDefault="00654F49" w:rsidP="00714D60">
      <w:r>
        <w:pict>
          <v:shape id="_x0000_i1025" type="#_x0000_t75" style="width:262.5pt;height:135pt">
            <v:imagedata r:id="rId8" o:title=""/>
          </v:shape>
        </w:pict>
      </w:r>
    </w:p>
    <w:p w:rsidR="00654F49" w:rsidRDefault="00654F49" w:rsidP="00714D60"/>
    <w:p w:rsidR="00654F49" w:rsidRDefault="00654F49" w:rsidP="00714D60">
      <w:r>
        <w:t xml:space="preserve">Inline GIF scaled 50% and WMF scaled 25% in a paragraph. This text is before the image and </w:t>
      </w:r>
      <w:r>
        <w:pict>
          <v:shape id="_x0000_i1026" type="#_x0000_t75" style="width:101.25pt;height:101.25pt">
            <v:imagedata r:id="rId9" o:title=""/>
          </v:shape>
        </w:pict>
      </w:r>
      <w:r>
        <w:pict>
          <v:shape id="_x0000_i1027" type="#_x0000_t75" style="width:132pt;height:95.25pt">
            <v:imagedata r:id="rId10" o:title=""/>
          </v:shape>
        </w:pict>
      </w:r>
      <w:r>
        <w:t xml:space="preserve"> this text is after the image.</w:t>
      </w:r>
    </w:p>
    <w:p w:rsidR="00654F49" w:rsidRDefault="00654F49" w:rsidP="00714D60"/>
    <w:p w:rsidR="00654F49" w:rsidRDefault="00654F49" w:rsidP="00714D60">
      <w:r>
        <w:t>Images in a table. Left and right aligned.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62"/>
      </w:tblGrid>
      <w:tr w:rsidR="00654F49" w:rsidTr="0030080C">
        <w:tc>
          <w:tcPr>
            <w:tcW w:w="4428" w:type="dxa"/>
          </w:tcPr>
          <w:p w:rsidR="00654F49" w:rsidRDefault="00654F49" w:rsidP="00714D60">
            <w:r w:rsidRPr="003A682E">
              <w:pict>
                <v:shape id="_x0000_i1028" type="#_x0000_t75" style="width:112.5pt;height:60pt">
                  <v:imagedata r:id="rId11" o:title=""/>
                </v:shape>
              </w:pict>
            </w:r>
          </w:p>
        </w:tc>
        <w:tc>
          <w:tcPr>
            <w:tcW w:w="4428" w:type="dxa"/>
          </w:tcPr>
          <w:p w:rsidR="00654F49" w:rsidRDefault="00654F49" w:rsidP="0030080C">
            <w:pPr>
              <w:jc w:val="right"/>
            </w:pPr>
            <w:r w:rsidRPr="003A682E">
              <w:pict>
                <v:shape id="_x0000_i1029" type="#_x0000_t75" style="width:112.5pt;height:60pt">
                  <v:imagedata r:id="rId12" o:title=""/>
                </v:shape>
              </w:pict>
            </w:r>
          </w:p>
        </w:tc>
      </w:tr>
    </w:tbl>
    <w:p w:rsidR="00654F49" w:rsidRDefault="00654F49" w:rsidP="00714D60"/>
    <w:p w:rsidR="00654F49" w:rsidRDefault="00654F49" w:rsidP="00714D60">
      <w:r>
        <w:t xml:space="preserve">Inline text box </w:t>
      </w:r>
      <w:r>
        <w:rPr>
          <w:noProof/>
        </w:rPr>
      </w:r>
      <w:r>
        <w:pict>
          <v:shapetype id="_x0000_t202" coordsize="21600,21600" o:spt="202" path="m,l,21600r21600,l21600,xe">
            <v:stroke joinstyle="miter"/>
            <v:path gradientshapeok="t" o:connecttype="rect"/>
          </v:shapetype>
          <v:shape id="_x0000_s1028" type="#_x0000_t202" style="width:97.5pt;height:23.1pt;mso-position-horizontal-relative:char;mso-position-vertical-relative:line">
            <v:textbox style="mso-next-textbox:#_x0000_s1028">
              <w:txbxContent>
                <w:p w:rsidR="00654F49" w:rsidRPr="00343635" w:rsidRDefault="00654F49" w:rsidP="00A94752">
                  <w:pPr>
                    <w:rPr>
                      <w:rFonts w:ascii="Arial" w:hAnsi="Arial" w:cs="Arial"/>
                      <w:b/>
                    </w:rPr>
                  </w:pPr>
                  <w:r>
                    <w:rPr>
                      <w:rFonts w:ascii="Arial" w:hAnsi="Arial" w:cs="Arial"/>
                      <w:b/>
                    </w:rPr>
                    <w:t>T</w:t>
                  </w:r>
                  <w:r w:rsidRPr="00343635">
                    <w:rPr>
                      <w:rFonts w:ascii="Arial" w:hAnsi="Arial" w:cs="Arial"/>
                      <w:b/>
                    </w:rPr>
                    <w:t>extbox text.</w:t>
                  </w:r>
                </w:p>
              </w:txbxContent>
            </v:textbox>
            <w10:anchorlock/>
          </v:shape>
        </w:pict>
      </w:r>
      <w:r>
        <w:t xml:space="preserve"> is here and inline ellipse </w:t>
      </w:r>
      <w:r>
        <w:rPr>
          <w:noProof/>
        </w:rPr>
      </w:r>
      <w:r>
        <w:pict>
          <v:oval id="_x0000_s1029" style="width:1in;height:21.85pt;mso-position-horizontal-relative:char;mso-position-vertical-relative:line">
            <w10:anchorlock/>
          </v:oval>
        </w:pict>
      </w:r>
      <w:r>
        <w:t xml:space="preserve"> is here.</w:t>
      </w:r>
    </w:p>
    <w:p w:rsidR="00654F49" w:rsidRDefault="00654F49" w:rsidP="00714D60"/>
    <w:p w:rsidR="00654F49" w:rsidRDefault="00654F49" w:rsidP="00714D60">
      <w:pPr>
        <w:sectPr w:rsidR="00654F49" w:rsidSect="001833EB">
          <w:pgSz w:w="11909" w:h="16834" w:code="9"/>
          <w:pgMar w:top="1440" w:right="1800" w:bottom="1440" w:left="1800" w:header="720" w:footer="720" w:gutter="0"/>
          <w:cols w:space="720"/>
          <w:docGrid w:linePitch="360"/>
        </w:sectPr>
      </w:pPr>
    </w:p>
    <w:p w:rsidR="00654F49" w:rsidRDefault="00654F49" w:rsidP="00714D60">
      <w:r>
        <w:t>New section that starts from a new page is here.</w:t>
      </w:r>
    </w:p>
    <w:p w:rsidR="00654F49" w:rsidRDefault="00654F49" w:rsidP="00714D60">
      <w:r>
        <w:t>It has portrait orientation and margins.</w:t>
      </w:r>
    </w:p>
    <w:p w:rsidR="00654F49" w:rsidRDefault="00654F49" w:rsidP="002432B1">
      <w:pPr>
        <w:pStyle w:val="Heading1"/>
      </w:pPr>
      <w:bookmarkStart w:id="6" w:name="_Toc76372690"/>
      <w:r>
        <w:t>Fields</w:t>
      </w:r>
      <w:bookmarkEnd w:id="6"/>
    </w:p>
    <w:p w:rsidR="00654F49" w:rsidRDefault="00654F49" w:rsidP="002432B1">
      <w:r>
        <w:t xml:space="preserve">Merge field </w:t>
      </w:r>
      <w:fldSimple w:instr=" MERGEFIELD  FirstName  \* MERGEFORMAT ">
        <w:r>
          <w:rPr>
            <w:noProof/>
          </w:rPr>
          <w:t>«FirstName»</w:t>
        </w:r>
      </w:fldSimple>
    </w:p>
    <w:p w:rsidR="00654F49" w:rsidRDefault="00654F49" w:rsidP="002432B1">
      <w:r>
        <w:t xml:space="preserve">Page number </w:t>
      </w:r>
      <w:fldSimple w:instr=" PAGE   \* MERGEFORMAT ">
        <w:r>
          <w:rPr>
            <w:noProof/>
          </w:rPr>
          <w:t>5</w:t>
        </w:r>
      </w:fldSimple>
    </w:p>
    <w:p w:rsidR="00654F49" w:rsidRDefault="00654F49" w:rsidP="002432B1">
      <w:bookmarkStart w:id="7" w:name="aspose"/>
      <w:bookmarkEnd w:id="7"/>
      <w:r>
        <w:t xml:space="preserve">Hyperlink </w:t>
      </w:r>
      <w:hyperlink r:id="rId13" w:history="1">
        <w:r w:rsidRPr="003D3E27">
          <w:rPr>
            <w:rStyle w:val="Hyperlink"/>
          </w:rPr>
          <w:t>Aspose.com</w:t>
        </w:r>
      </w:hyperlink>
    </w:p>
    <w:p w:rsidR="00654F49" w:rsidRDefault="00654F49" w:rsidP="002432B1">
      <w:r>
        <w:t>TOC</w:t>
      </w:r>
    </w:p>
    <w:p w:rsidR="00654F49" w:rsidRDefault="00654F49">
      <w:pPr>
        <w:pStyle w:val="TOC1"/>
        <w:tabs>
          <w:tab w:val="right" w:leader="dot" w:pos="15960"/>
        </w:tabs>
        <w:rPr>
          <w:noProof/>
        </w:rPr>
      </w:pPr>
      <w:r>
        <w:fldChar w:fldCharType="begin"/>
      </w:r>
      <w:r>
        <w:instrText xml:space="preserve"> TOC \o "1-3" \h \z \u </w:instrText>
      </w:r>
      <w:r>
        <w:fldChar w:fldCharType="separate"/>
      </w:r>
      <w:hyperlink w:anchor="_Toc76372684" w:history="1">
        <w:r w:rsidRPr="00F724D4">
          <w:rPr>
            <w:rStyle w:val="Hyperlink"/>
            <w:outline/>
            <w:noProof/>
          </w:rPr>
          <w:t>Font Formatting</w:t>
        </w:r>
        <w:r>
          <w:rPr>
            <w:noProof/>
            <w:webHidden/>
          </w:rPr>
          <w:tab/>
        </w:r>
        <w:r>
          <w:rPr>
            <w:noProof/>
            <w:webHidden/>
          </w:rPr>
          <w:fldChar w:fldCharType="begin"/>
        </w:r>
        <w:r>
          <w:rPr>
            <w:noProof/>
            <w:webHidden/>
          </w:rPr>
          <w:instrText xml:space="preserve"> PAGEREF _Toc76372684 \h </w:instrText>
        </w:r>
        <w:r>
          <w:rPr>
            <w:noProof/>
          </w:rPr>
        </w:r>
        <w:r>
          <w:rPr>
            <w:noProof/>
            <w:webHidden/>
          </w:rPr>
          <w:fldChar w:fldCharType="separate"/>
        </w:r>
        <w:r>
          <w:rPr>
            <w:noProof/>
            <w:webHidden/>
          </w:rPr>
          <w:t>1</w:t>
        </w:r>
        <w:r>
          <w:rPr>
            <w:noProof/>
            <w:webHidden/>
          </w:rPr>
          <w:fldChar w:fldCharType="end"/>
        </w:r>
      </w:hyperlink>
    </w:p>
    <w:p w:rsidR="00654F49" w:rsidRDefault="00654F49">
      <w:pPr>
        <w:pStyle w:val="TOC1"/>
        <w:tabs>
          <w:tab w:val="right" w:leader="dot" w:pos="15960"/>
        </w:tabs>
        <w:rPr>
          <w:noProof/>
        </w:rPr>
      </w:pPr>
      <w:hyperlink w:anchor="_Toc76372685" w:history="1">
        <w:r w:rsidRPr="00F724D4">
          <w:rPr>
            <w:rStyle w:val="Hyperlink"/>
            <w:noProof/>
          </w:rPr>
          <w:t>Paragraph Formatting</w:t>
        </w:r>
        <w:r>
          <w:rPr>
            <w:noProof/>
            <w:webHidden/>
          </w:rPr>
          <w:tab/>
        </w:r>
        <w:r>
          <w:rPr>
            <w:noProof/>
            <w:webHidden/>
          </w:rPr>
          <w:fldChar w:fldCharType="begin"/>
        </w:r>
        <w:r>
          <w:rPr>
            <w:noProof/>
            <w:webHidden/>
          </w:rPr>
          <w:instrText xml:space="preserve"> PAGEREF _Toc76372685 \h </w:instrText>
        </w:r>
        <w:r>
          <w:rPr>
            <w:noProof/>
          </w:rPr>
        </w:r>
        <w:r>
          <w:rPr>
            <w:noProof/>
            <w:webHidden/>
          </w:rPr>
          <w:fldChar w:fldCharType="separate"/>
        </w:r>
        <w:r>
          <w:rPr>
            <w:noProof/>
            <w:webHidden/>
          </w:rPr>
          <w:t>1</w:t>
        </w:r>
        <w:r>
          <w:rPr>
            <w:noProof/>
            <w:webHidden/>
          </w:rPr>
          <w:fldChar w:fldCharType="end"/>
        </w:r>
      </w:hyperlink>
    </w:p>
    <w:p w:rsidR="00654F49" w:rsidRDefault="00654F49">
      <w:pPr>
        <w:pStyle w:val="TOC1"/>
        <w:tabs>
          <w:tab w:val="right" w:leader="dot" w:pos="15960"/>
        </w:tabs>
        <w:rPr>
          <w:noProof/>
        </w:rPr>
      </w:pPr>
      <w:hyperlink w:anchor="_Toc76372686" w:history="1">
        <w:r w:rsidRPr="00F724D4">
          <w:rPr>
            <w:rStyle w:val="Hyperlink"/>
            <w:noProof/>
          </w:rPr>
          <w:t>Non-English Characters</w:t>
        </w:r>
        <w:r>
          <w:rPr>
            <w:noProof/>
            <w:webHidden/>
          </w:rPr>
          <w:tab/>
        </w:r>
        <w:r>
          <w:rPr>
            <w:noProof/>
            <w:webHidden/>
          </w:rPr>
          <w:fldChar w:fldCharType="begin"/>
        </w:r>
        <w:r>
          <w:rPr>
            <w:noProof/>
            <w:webHidden/>
          </w:rPr>
          <w:instrText xml:space="preserve"> PAGEREF _Toc76372686 \h </w:instrText>
        </w:r>
        <w:r>
          <w:rPr>
            <w:noProof/>
          </w:rPr>
        </w:r>
        <w:r>
          <w:rPr>
            <w:noProof/>
            <w:webHidden/>
          </w:rPr>
          <w:fldChar w:fldCharType="separate"/>
        </w:r>
        <w:r>
          <w:rPr>
            <w:noProof/>
            <w:webHidden/>
          </w:rPr>
          <w:t>3</w:t>
        </w:r>
        <w:r>
          <w:rPr>
            <w:noProof/>
            <w:webHidden/>
          </w:rPr>
          <w:fldChar w:fldCharType="end"/>
        </w:r>
      </w:hyperlink>
    </w:p>
    <w:p w:rsidR="00654F49" w:rsidRDefault="00654F49">
      <w:pPr>
        <w:pStyle w:val="TOC1"/>
        <w:tabs>
          <w:tab w:val="right" w:leader="dot" w:pos="15960"/>
        </w:tabs>
        <w:rPr>
          <w:noProof/>
        </w:rPr>
      </w:pPr>
      <w:hyperlink w:anchor="_Toc76372687" w:history="1">
        <w:r w:rsidRPr="00F724D4">
          <w:rPr>
            <w:rStyle w:val="Hyperlink"/>
            <w:noProof/>
          </w:rPr>
          <w:t>Tables</w:t>
        </w:r>
        <w:r>
          <w:rPr>
            <w:noProof/>
            <w:webHidden/>
          </w:rPr>
          <w:tab/>
        </w:r>
        <w:r>
          <w:rPr>
            <w:noProof/>
            <w:webHidden/>
          </w:rPr>
          <w:fldChar w:fldCharType="begin"/>
        </w:r>
        <w:r>
          <w:rPr>
            <w:noProof/>
            <w:webHidden/>
          </w:rPr>
          <w:instrText xml:space="preserve"> PAGEREF _Toc76372687 \h </w:instrText>
        </w:r>
        <w:r>
          <w:rPr>
            <w:noProof/>
          </w:rPr>
        </w:r>
        <w:r>
          <w:rPr>
            <w:noProof/>
            <w:webHidden/>
          </w:rPr>
          <w:fldChar w:fldCharType="separate"/>
        </w:r>
        <w:r>
          <w:rPr>
            <w:noProof/>
            <w:webHidden/>
          </w:rPr>
          <w:t>3</w:t>
        </w:r>
        <w:r>
          <w:rPr>
            <w:noProof/>
            <w:webHidden/>
          </w:rPr>
          <w:fldChar w:fldCharType="end"/>
        </w:r>
      </w:hyperlink>
    </w:p>
    <w:p w:rsidR="00654F49" w:rsidRDefault="00654F49">
      <w:pPr>
        <w:pStyle w:val="TOC1"/>
        <w:tabs>
          <w:tab w:val="right" w:leader="dot" w:pos="15960"/>
        </w:tabs>
        <w:rPr>
          <w:noProof/>
        </w:rPr>
      </w:pPr>
      <w:hyperlink w:anchor="_Toc76372688" w:history="1">
        <w:r w:rsidRPr="00F724D4">
          <w:rPr>
            <w:rStyle w:val="Hyperlink"/>
            <w:noProof/>
          </w:rPr>
          <w:t>Lists</w:t>
        </w:r>
        <w:r>
          <w:rPr>
            <w:noProof/>
            <w:webHidden/>
          </w:rPr>
          <w:tab/>
        </w:r>
        <w:r>
          <w:rPr>
            <w:noProof/>
            <w:webHidden/>
          </w:rPr>
          <w:fldChar w:fldCharType="begin"/>
        </w:r>
        <w:r>
          <w:rPr>
            <w:noProof/>
            <w:webHidden/>
          </w:rPr>
          <w:instrText xml:space="preserve"> PAGEREF _Toc76372688 \h </w:instrText>
        </w:r>
        <w:r>
          <w:rPr>
            <w:noProof/>
          </w:rPr>
        </w:r>
        <w:r>
          <w:rPr>
            <w:noProof/>
            <w:webHidden/>
          </w:rPr>
          <w:fldChar w:fldCharType="separate"/>
        </w:r>
        <w:r>
          <w:rPr>
            <w:noProof/>
            <w:webHidden/>
          </w:rPr>
          <w:t>3</w:t>
        </w:r>
        <w:r>
          <w:rPr>
            <w:noProof/>
            <w:webHidden/>
          </w:rPr>
          <w:fldChar w:fldCharType="end"/>
        </w:r>
      </w:hyperlink>
    </w:p>
    <w:p w:rsidR="00654F49" w:rsidRDefault="00654F49">
      <w:pPr>
        <w:pStyle w:val="TOC1"/>
        <w:tabs>
          <w:tab w:val="right" w:leader="dot" w:pos="15960"/>
        </w:tabs>
        <w:rPr>
          <w:noProof/>
        </w:rPr>
      </w:pPr>
      <w:hyperlink w:anchor="_Toc76372689" w:history="1">
        <w:r w:rsidRPr="00F724D4">
          <w:rPr>
            <w:rStyle w:val="Hyperlink"/>
            <w:noProof/>
          </w:rPr>
          <w:t>Images</w:t>
        </w:r>
        <w:r>
          <w:rPr>
            <w:noProof/>
            <w:webHidden/>
          </w:rPr>
          <w:tab/>
        </w:r>
        <w:r>
          <w:rPr>
            <w:noProof/>
            <w:webHidden/>
          </w:rPr>
          <w:fldChar w:fldCharType="begin"/>
        </w:r>
        <w:r>
          <w:rPr>
            <w:noProof/>
            <w:webHidden/>
          </w:rPr>
          <w:instrText xml:space="preserve"> PAGEREF _Toc76372689 \h </w:instrText>
        </w:r>
        <w:r>
          <w:rPr>
            <w:noProof/>
          </w:rPr>
        </w:r>
        <w:r>
          <w:rPr>
            <w:noProof/>
            <w:webHidden/>
          </w:rPr>
          <w:fldChar w:fldCharType="separate"/>
        </w:r>
        <w:r>
          <w:rPr>
            <w:noProof/>
            <w:webHidden/>
          </w:rPr>
          <w:t>3</w:t>
        </w:r>
        <w:r>
          <w:rPr>
            <w:noProof/>
            <w:webHidden/>
          </w:rPr>
          <w:fldChar w:fldCharType="end"/>
        </w:r>
      </w:hyperlink>
    </w:p>
    <w:p w:rsidR="00654F49" w:rsidRDefault="00654F49">
      <w:pPr>
        <w:pStyle w:val="TOC1"/>
        <w:tabs>
          <w:tab w:val="right" w:leader="dot" w:pos="15960"/>
        </w:tabs>
        <w:rPr>
          <w:noProof/>
        </w:rPr>
      </w:pPr>
      <w:hyperlink w:anchor="_Toc76372690" w:history="1">
        <w:r w:rsidRPr="00F724D4">
          <w:rPr>
            <w:rStyle w:val="Hyperlink"/>
            <w:noProof/>
          </w:rPr>
          <w:t>Fi</w:t>
        </w:r>
        <w:bookmarkStart w:id="8" w:name="Dropdown1"/>
        <w:bookmarkEnd w:id="8"/>
        <w:r w:rsidRPr="00F724D4">
          <w:rPr>
            <w:rStyle w:val="Hyperlink"/>
            <w:noProof/>
          </w:rPr>
          <w:t>elds</w:t>
        </w:r>
        <w:r>
          <w:rPr>
            <w:noProof/>
            <w:webHidden/>
          </w:rPr>
          <w:tab/>
        </w:r>
        <w:r>
          <w:rPr>
            <w:noProof/>
            <w:webHidden/>
          </w:rPr>
          <w:fldChar w:fldCharType="begin"/>
        </w:r>
        <w:r>
          <w:rPr>
            <w:noProof/>
            <w:webHidden/>
          </w:rPr>
          <w:instrText xml:space="preserve"> PAGEREF _Toc76372690 \h </w:instrText>
        </w:r>
        <w:r>
          <w:rPr>
            <w:noProof/>
          </w:rPr>
        </w:r>
        <w:r>
          <w:rPr>
            <w:noProof/>
            <w:webHidden/>
          </w:rPr>
          <w:fldChar w:fldCharType="separate"/>
        </w:r>
        <w:r>
          <w:rPr>
            <w:noProof/>
            <w:webHidden/>
          </w:rPr>
          <w:t>3</w:t>
        </w:r>
        <w:r>
          <w:rPr>
            <w:noProof/>
            <w:webHidden/>
          </w:rPr>
          <w:fldChar w:fldCharType="end"/>
        </w:r>
      </w:hyperlink>
    </w:p>
    <w:p w:rsidR="00654F49" w:rsidRDefault="00654F49" w:rsidP="00F6658A">
      <w:pPr>
        <w:pStyle w:val="Heading1"/>
      </w:pPr>
      <w:r>
        <w:fldChar w:fldCharType="end"/>
      </w:r>
      <w:r>
        <w:t>Form Fields</w:t>
      </w:r>
    </w:p>
    <w:p w:rsidR="00654F49" w:rsidRDefault="00654F49" w:rsidP="00F6658A">
      <w:r>
        <w:t xml:space="preserve">Edit </w:t>
      </w:r>
      <w:bookmarkStart w:id="9" w:name="Text1"/>
      <w:r>
        <w:fldChar w:fldCharType="begin">
          <w:ffData>
            <w:name w:val="Text1"/>
            <w:enabled/>
            <w:calcOnExit w:val="0"/>
            <w:textInput/>
          </w:ffData>
        </w:fldChar>
      </w:r>
      <w:r>
        <w:instrText xml:space="preserve"> FORMTEXT </w:instrText>
      </w:r>
      <w:r>
        <w:fldChar w:fldCharType="separate"/>
      </w:r>
      <w:r>
        <w:t>test text</w:t>
      </w:r>
      <w:r>
        <w:fldChar w:fldCharType="end"/>
      </w:r>
      <w:bookmarkEnd w:id="9"/>
    </w:p>
    <w:p w:rsidR="00654F49" w:rsidRDefault="00654F49" w:rsidP="00F6658A">
      <w:r>
        <w:t xml:space="preserve">Checkbox </w:t>
      </w:r>
      <w:r>
        <w:fldChar w:fldCharType="begin">
          <w:ffData>
            <w:name w:val="Check1"/>
            <w:enabled/>
            <w:calcOnExit w:val="0"/>
            <w:checkBox>
              <w:sizeAuto/>
              <w:default w:val="0"/>
            </w:checkBox>
          </w:ffData>
        </w:fldChar>
      </w:r>
      <w:r>
        <w:instrText xml:space="preserve"> FORMCHECKBOX </w:instrText>
      </w:r>
      <w:r>
        <w:fldChar w:fldCharType="end"/>
      </w:r>
    </w:p>
    <w:p w:rsidR="00654F49" w:rsidRDefault="00654F49" w:rsidP="00F6658A">
      <w:r>
        <w:t xml:space="preserve">Combobox </w:t>
      </w:r>
      <w:r>
        <w:fldChar w:fldCharType="begin">
          <w:ffData>
            <w:name w:val="Dropdown1"/>
            <w:enabled/>
            <w:calcOnExit w:val="0"/>
            <w:ddList>
              <w:result w:val="1"/>
              <w:listEntry w:val="Line 1"/>
              <w:listEntry w:val="Line 2"/>
              <w:listEntry w:val="Line 3"/>
            </w:ddList>
          </w:ffData>
        </w:fldChar>
      </w:r>
      <w:r>
        <w:instrText xml:space="preserve"> FORMDROPDOWN </w:instrText>
      </w:r>
      <w:r>
        <w:fldChar w:fldCharType="end"/>
      </w:r>
    </w:p>
    <w:p w:rsidR="00654F49" w:rsidRDefault="00654F49" w:rsidP="00F6658A">
      <w:bookmarkStart w:id="10" w:name="Check1"/>
      <w:bookmarkEnd w:id="10"/>
    </w:p>
    <w:p w:rsidR="00654F49" w:rsidRDefault="00654F49" w:rsidP="00F40D88">
      <w:pPr>
        <w:pStyle w:val="Heading1"/>
      </w:pPr>
      <w:r>
        <w:t>Footnotes and Endnotes</w:t>
      </w:r>
    </w:p>
    <w:p w:rsidR="00654F49" w:rsidRDefault="00654F49" w:rsidP="00F40D88">
      <w:r>
        <w:t>This line has a footnote at the end.</w:t>
      </w:r>
      <w:r>
        <w:rPr>
          <w:rStyle w:val="FootnoteReference"/>
        </w:rPr>
        <w:footnoteReference w:id="1"/>
      </w:r>
    </w:p>
    <w:p w:rsidR="00654F49" w:rsidRDefault="00654F49" w:rsidP="00F40D88">
      <w:r>
        <w:t>This line has an endnote at the end.</w:t>
      </w:r>
      <w:r>
        <w:rPr>
          <w:rStyle w:val="EndnoteReference"/>
        </w:rPr>
        <w:endnoteReference w:id="1"/>
      </w:r>
    </w:p>
    <w:p w:rsidR="00654F49" w:rsidRDefault="00654F49" w:rsidP="00F40D88"/>
    <w:sectPr w:rsidR="00654F49" w:rsidSect="00846D9E">
      <w:pgSz w:w="16834" w:h="11909" w:orient="landscape" w:code="9"/>
      <w:pgMar w:top="432" w:right="432" w:bottom="432" w:left="43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F49" w:rsidRDefault="00654F49">
      <w:r>
        <w:separator/>
      </w:r>
    </w:p>
  </w:endnote>
  <w:endnote w:type="continuationSeparator" w:id="0">
    <w:p w:rsidR="00654F49" w:rsidRDefault="00654F49">
      <w:r>
        <w:continuationSeparator/>
      </w:r>
    </w:p>
  </w:endnote>
  <w:endnote w:id="1">
    <w:p w:rsidR="00654F49" w:rsidRDefault="00654F49">
      <w:pPr>
        <w:pStyle w:val="EndnoteText"/>
      </w:pPr>
      <w:r>
        <w:rPr>
          <w:rStyle w:val="EndnoteReference"/>
        </w:rPr>
        <w:endnoteRef/>
      </w:r>
      <w:r>
        <w:t xml:space="preserve"> Endnote 1.</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F49" w:rsidRDefault="00654F49">
      <w:r>
        <w:separator/>
      </w:r>
    </w:p>
  </w:footnote>
  <w:footnote w:type="continuationSeparator" w:id="0">
    <w:p w:rsidR="00654F49" w:rsidRDefault="00654F49">
      <w:r>
        <w:continuationSeparator/>
      </w:r>
    </w:p>
  </w:footnote>
  <w:footnote w:id="1">
    <w:p w:rsidR="00654F49" w:rsidRDefault="00654F49">
      <w:pPr>
        <w:pStyle w:val="FootnoteText"/>
      </w:pPr>
      <w:r>
        <w:rPr>
          <w:rStyle w:val="FootnoteReference"/>
        </w:rPr>
        <w:footnoteRef/>
      </w:r>
      <w:r>
        <w:t xml:space="preserve"> Footnote 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65785"/>
    <w:multiLevelType w:val="hybridMultilevel"/>
    <w:tmpl w:val="C16E15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C7D2E94"/>
    <w:multiLevelType w:val="hybridMultilevel"/>
    <w:tmpl w:val="1A5C9414"/>
    <w:lvl w:ilvl="0" w:tplc="0409000F">
      <w:start w:val="1"/>
      <w:numFmt w:val="decimal"/>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07E0CA5"/>
    <w:multiLevelType w:val="hybridMultilevel"/>
    <w:tmpl w:val="B2F034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C400551"/>
    <w:multiLevelType w:val="hybridMultilevel"/>
    <w:tmpl w:val="BB007B64"/>
    <w:lvl w:ilvl="0" w:tplc="0409000F">
      <w:start w:val="1"/>
      <w:numFmt w:val="decimal"/>
      <w:lvlText w:val="%1."/>
      <w:lvlJc w:val="left"/>
      <w:pPr>
        <w:tabs>
          <w:tab w:val="num" w:pos="720"/>
        </w:tabs>
        <w:ind w:left="720" w:hanging="36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63068A7"/>
    <w:multiLevelType w:val="hybridMultilevel"/>
    <w:tmpl w:val="2D4AEB3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77F837A5"/>
    <w:multiLevelType w:val="hybridMultilevel"/>
    <w:tmpl w:val="E87C8958"/>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5"/>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5BE2"/>
    <w:rsid w:val="00024203"/>
    <w:rsid w:val="000261AF"/>
    <w:rsid w:val="000303EB"/>
    <w:rsid w:val="000542D2"/>
    <w:rsid w:val="00056D39"/>
    <w:rsid w:val="00076D8E"/>
    <w:rsid w:val="000A732D"/>
    <w:rsid w:val="000B4494"/>
    <w:rsid w:val="000C55AB"/>
    <w:rsid w:val="000D5F1E"/>
    <w:rsid w:val="00130CA4"/>
    <w:rsid w:val="0016780D"/>
    <w:rsid w:val="00176DC0"/>
    <w:rsid w:val="001833EB"/>
    <w:rsid w:val="00183CAF"/>
    <w:rsid w:val="0019127B"/>
    <w:rsid w:val="00192683"/>
    <w:rsid w:val="001B521B"/>
    <w:rsid w:val="001D19D8"/>
    <w:rsid w:val="001E0083"/>
    <w:rsid w:val="002169FF"/>
    <w:rsid w:val="00217219"/>
    <w:rsid w:val="00224CC6"/>
    <w:rsid w:val="002432B1"/>
    <w:rsid w:val="00245BAD"/>
    <w:rsid w:val="00264817"/>
    <w:rsid w:val="00266AF6"/>
    <w:rsid w:val="00275802"/>
    <w:rsid w:val="00284916"/>
    <w:rsid w:val="002929F5"/>
    <w:rsid w:val="0030080C"/>
    <w:rsid w:val="00324F41"/>
    <w:rsid w:val="00335565"/>
    <w:rsid w:val="00341BA1"/>
    <w:rsid w:val="00343635"/>
    <w:rsid w:val="00353C15"/>
    <w:rsid w:val="00372F79"/>
    <w:rsid w:val="00374B00"/>
    <w:rsid w:val="0038015F"/>
    <w:rsid w:val="00395904"/>
    <w:rsid w:val="003A682E"/>
    <w:rsid w:val="003B332F"/>
    <w:rsid w:val="003C4912"/>
    <w:rsid w:val="003D3E27"/>
    <w:rsid w:val="003E32F5"/>
    <w:rsid w:val="00421932"/>
    <w:rsid w:val="00465B79"/>
    <w:rsid w:val="004765DA"/>
    <w:rsid w:val="00486C69"/>
    <w:rsid w:val="004A6EF0"/>
    <w:rsid w:val="004B1F53"/>
    <w:rsid w:val="004B516B"/>
    <w:rsid w:val="004B70A7"/>
    <w:rsid w:val="004C1171"/>
    <w:rsid w:val="004C792E"/>
    <w:rsid w:val="005026BB"/>
    <w:rsid w:val="00527E09"/>
    <w:rsid w:val="00531C4D"/>
    <w:rsid w:val="00534D98"/>
    <w:rsid w:val="00566E68"/>
    <w:rsid w:val="0057029C"/>
    <w:rsid w:val="005B0CFD"/>
    <w:rsid w:val="005B5438"/>
    <w:rsid w:val="006235C7"/>
    <w:rsid w:val="006333C2"/>
    <w:rsid w:val="00654F49"/>
    <w:rsid w:val="006731B9"/>
    <w:rsid w:val="006A4C75"/>
    <w:rsid w:val="006B736B"/>
    <w:rsid w:val="006B7E68"/>
    <w:rsid w:val="006D3379"/>
    <w:rsid w:val="007110C7"/>
    <w:rsid w:val="00714D60"/>
    <w:rsid w:val="00725CB7"/>
    <w:rsid w:val="00753C7C"/>
    <w:rsid w:val="00761E72"/>
    <w:rsid w:val="00763E4A"/>
    <w:rsid w:val="00766902"/>
    <w:rsid w:val="007A3078"/>
    <w:rsid w:val="007D546D"/>
    <w:rsid w:val="007D5BE2"/>
    <w:rsid w:val="007F11C9"/>
    <w:rsid w:val="00821934"/>
    <w:rsid w:val="00830FF3"/>
    <w:rsid w:val="00846D9E"/>
    <w:rsid w:val="00850008"/>
    <w:rsid w:val="008522B2"/>
    <w:rsid w:val="00853A88"/>
    <w:rsid w:val="00885668"/>
    <w:rsid w:val="008871F3"/>
    <w:rsid w:val="008B67AE"/>
    <w:rsid w:val="008B67FF"/>
    <w:rsid w:val="008D2E5B"/>
    <w:rsid w:val="008F5209"/>
    <w:rsid w:val="009018D4"/>
    <w:rsid w:val="009169E9"/>
    <w:rsid w:val="00925CE4"/>
    <w:rsid w:val="00945F35"/>
    <w:rsid w:val="00954429"/>
    <w:rsid w:val="0095575A"/>
    <w:rsid w:val="0096730A"/>
    <w:rsid w:val="0098785F"/>
    <w:rsid w:val="00995644"/>
    <w:rsid w:val="009B5C5B"/>
    <w:rsid w:val="009C3B20"/>
    <w:rsid w:val="009D3507"/>
    <w:rsid w:val="009E57FA"/>
    <w:rsid w:val="009F692E"/>
    <w:rsid w:val="00A06A43"/>
    <w:rsid w:val="00A32A0F"/>
    <w:rsid w:val="00A70C2B"/>
    <w:rsid w:val="00A76B54"/>
    <w:rsid w:val="00A7719D"/>
    <w:rsid w:val="00A94488"/>
    <w:rsid w:val="00A94752"/>
    <w:rsid w:val="00AA2862"/>
    <w:rsid w:val="00AB113E"/>
    <w:rsid w:val="00AD4C4A"/>
    <w:rsid w:val="00AE086F"/>
    <w:rsid w:val="00B345E6"/>
    <w:rsid w:val="00B44103"/>
    <w:rsid w:val="00B566D4"/>
    <w:rsid w:val="00B71994"/>
    <w:rsid w:val="00B80327"/>
    <w:rsid w:val="00B8586D"/>
    <w:rsid w:val="00BA27E2"/>
    <w:rsid w:val="00BA2DDF"/>
    <w:rsid w:val="00BC0133"/>
    <w:rsid w:val="00C05003"/>
    <w:rsid w:val="00C218F8"/>
    <w:rsid w:val="00C24064"/>
    <w:rsid w:val="00C32FDF"/>
    <w:rsid w:val="00C3375E"/>
    <w:rsid w:val="00C53A36"/>
    <w:rsid w:val="00C730EC"/>
    <w:rsid w:val="00C7567D"/>
    <w:rsid w:val="00C877C5"/>
    <w:rsid w:val="00C87B71"/>
    <w:rsid w:val="00CA181D"/>
    <w:rsid w:val="00CC56AB"/>
    <w:rsid w:val="00CE0D33"/>
    <w:rsid w:val="00D01F18"/>
    <w:rsid w:val="00D10276"/>
    <w:rsid w:val="00D14557"/>
    <w:rsid w:val="00D23A34"/>
    <w:rsid w:val="00D60AFE"/>
    <w:rsid w:val="00D75D52"/>
    <w:rsid w:val="00D76B97"/>
    <w:rsid w:val="00DA6DBF"/>
    <w:rsid w:val="00DF1DCC"/>
    <w:rsid w:val="00DF2282"/>
    <w:rsid w:val="00DF6ADE"/>
    <w:rsid w:val="00DF6AE2"/>
    <w:rsid w:val="00E006C3"/>
    <w:rsid w:val="00E11EDE"/>
    <w:rsid w:val="00E53379"/>
    <w:rsid w:val="00E67FD4"/>
    <w:rsid w:val="00E71985"/>
    <w:rsid w:val="00E81A4D"/>
    <w:rsid w:val="00E865F2"/>
    <w:rsid w:val="00E91494"/>
    <w:rsid w:val="00EB3824"/>
    <w:rsid w:val="00EC63C0"/>
    <w:rsid w:val="00EE5234"/>
    <w:rsid w:val="00F004A8"/>
    <w:rsid w:val="00F13E6E"/>
    <w:rsid w:val="00F3289E"/>
    <w:rsid w:val="00F40D88"/>
    <w:rsid w:val="00F6658A"/>
    <w:rsid w:val="00F71754"/>
    <w:rsid w:val="00F724D4"/>
    <w:rsid w:val="00F82DB9"/>
    <w:rsid w:val="00F94EA5"/>
    <w:rsid w:val="00F9744E"/>
    <w:rsid w:val="00FA233F"/>
    <w:rsid w:val="00FA4CFC"/>
    <w:rsid w:val="00FB3AD9"/>
    <w:rsid w:val="00FC4922"/>
    <w:rsid w:val="00FC5E9B"/>
    <w:rsid w:val="00FC7F56"/>
    <w:rsid w:val="00FD6A0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668"/>
    <w:rPr>
      <w:sz w:val="24"/>
      <w:szCs w:val="24"/>
    </w:rPr>
  </w:style>
  <w:style w:type="paragraph" w:styleId="Heading1">
    <w:name w:val="heading 1"/>
    <w:basedOn w:val="Normal"/>
    <w:next w:val="Normal"/>
    <w:link w:val="Heading1Char"/>
    <w:uiPriority w:val="99"/>
    <w:qFormat/>
    <w:rsid w:val="00830FF3"/>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91494"/>
    <w:rPr>
      <w:rFonts w:ascii="Cambria" w:hAnsi="Cambria" w:cs="Times New Roman"/>
      <w:b/>
      <w:bCs/>
      <w:kern w:val="32"/>
      <w:sz w:val="32"/>
      <w:szCs w:val="32"/>
    </w:rPr>
  </w:style>
  <w:style w:type="table" w:styleId="TableGrid">
    <w:name w:val="Table Grid"/>
    <w:basedOn w:val="TableNormal"/>
    <w:uiPriority w:val="99"/>
    <w:rsid w:val="008B67F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semiHidden/>
    <w:rsid w:val="002432B1"/>
  </w:style>
  <w:style w:type="character" w:styleId="Hyperlink">
    <w:name w:val="Hyperlink"/>
    <w:basedOn w:val="DefaultParagraphFont"/>
    <w:uiPriority w:val="99"/>
    <w:rsid w:val="002432B1"/>
    <w:rPr>
      <w:rFonts w:cs="Times New Roman"/>
      <w:color w:val="0000FF"/>
      <w:u w:val="single"/>
    </w:rPr>
  </w:style>
  <w:style w:type="paragraph" w:styleId="FootnoteText">
    <w:name w:val="footnote text"/>
    <w:basedOn w:val="Normal"/>
    <w:link w:val="FootnoteTextChar"/>
    <w:uiPriority w:val="99"/>
    <w:semiHidden/>
    <w:rsid w:val="00F40D88"/>
    <w:rPr>
      <w:sz w:val="20"/>
      <w:szCs w:val="20"/>
    </w:rPr>
  </w:style>
  <w:style w:type="character" w:customStyle="1" w:styleId="FootnoteTextChar">
    <w:name w:val="Footnote Text Char"/>
    <w:basedOn w:val="DefaultParagraphFont"/>
    <w:link w:val="FootnoteText"/>
    <w:uiPriority w:val="99"/>
    <w:semiHidden/>
    <w:locked/>
    <w:rsid w:val="00E91494"/>
    <w:rPr>
      <w:rFonts w:cs="Times New Roman"/>
      <w:sz w:val="20"/>
      <w:szCs w:val="20"/>
    </w:rPr>
  </w:style>
  <w:style w:type="character" w:styleId="FootnoteReference">
    <w:name w:val="footnote reference"/>
    <w:basedOn w:val="DefaultParagraphFont"/>
    <w:uiPriority w:val="99"/>
    <w:semiHidden/>
    <w:rsid w:val="00F40D88"/>
    <w:rPr>
      <w:rFonts w:cs="Times New Roman"/>
      <w:vertAlign w:val="superscript"/>
    </w:rPr>
  </w:style>
  <w:style w:type="paragraph" w:styleId="EndnoteText">
    <w:name w:val="endnote text"/>
    <w:basedOn w:val="Normal"/>
    <w:link w:val="EndnoteTextChar"/>
    <w:uiPriority w:val="99"/>
    <w:semiHidden/>
    <w:rsid w:val="00F40D88"/>
    <w:rPr>
      <w:sz w:val="20"/>
      <w:szCs w:val="20"/>
    </w:rPr>
  </w:style>
  <w:style w:type="character" w:customStyle="1" w:styleId="EndnoteTextChar">
    <w:name w:val="Endnote Text Char"/>
    <w:basedOn w:val="DefaultParagraphFont"/>
    <w:link w:val="EndnoteText"/>
    <w:uiPriority w:val="99"/>
    <w:semiHidden/>
    <w:locked/>
    <w:rsid w:val="00E91494"/>
    <w:rPr>
      <w:rFonts w:cs="Times New Roman"/>
      <w:sz w:val="20"/>
      <w:szCs w:val="20"/>
    </w:rPr>
  </w:style>
  <w:style w:type="character" w:styleId="EndnoteReference">
    <w:name w:val="endnote reference"/>
    <w:basedOn w:val="DefaultParagraphFont"/>
    <w:uiPriority w:val="99"/>
    <w:semiHidden/>
    <w:rsid w:val="00F40D88"/>
    <w:rPr>
      <w:rFonts w:cs="Times New Roman"/>
      <w:vertAlign w:val="superscript"/>
    </w:rPr>
  </w:style>
  <w:style w:type="paragraph" w:styleId="DocumentMap">
    <w:name w:val="Document Map"/>
    <w:basedOn w:val="Normal"/>
    <w:link w:val="DocumentMapChar1"/>
    <w:uiPriority w:val="99"/>
    <w:rsid w:val="009C3B20"/>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E91494"/>
    <w:rPr>
      <w:rFonts w:cs="Times New Roman"/>
      <w:sz w:val="2"/>
    </w:rPr>
  </w:style>
  <w:style w:type="character" w:customStyle="1" w:styleId="DocumentMapChar1">
    <w:name w:val="Document Map Char1"/>
    <w:basedOn w:val="DefaultParagraphFont"/>
    <w:link w:val="DocumentMap"/>
    <w:uiPriority w:val="99"/>
    <w:locked/>
    <w:rsid w:val="009C3B20"/>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spose.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122</TotalTime>
  <Pages>6</Pages>
  <Words>722</Words>
  <Characters>4120</Characters>
  <Application>Microsoft Office Outlook</Application>
  <DocSecurity>0</DocSecurity>
  <Lines>0</Lines>
  <Paragraphs>0</Paragraphs>
  <ScaleCrop>false</ScaleCrop>
  <Company>Straightedge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ImportExport Test Document 2</dc:title>
  <dc:subject>This file is to test most document features during import and export.</dc:subject>
  <dc:creator>Roman Korchagin</dc:creator>
  <cp:keywords>keyword1, keyword2</cp:keywords>
  <dc:description/>
  <cp:lastModifiedBy>Farooq Sheikh</cp:lastModifiedBy>
  <cp:revision>7</cp:revision>
  <cp:lastPrinted>2004-06-23T03:54:00Z</cp:lastPrinted>
  <dcterms:created xsi:type="dcterms:W3CDTF">2015-05-06T12:33:00Z</dcterms:created>
  <dcterms:modified xsi:type="dcterms:W3CDTF">2015-05-15T05:32:00Z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poseAuthor">
    <vt:lpwstr>Farooq Sheikh</vt:lpwstr>
  </property>
</Properties>
</file>